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tbl>
      <w:tblPr>
        <w:tblW w:w="9072" w:type="dxa"/>
        <w:tblLayout w:type="fixed"/>
        <w:tblCellMar>
          <w:left w:w="0" w:type="dxa"/>
          <w:right w:w="0" w:type="dxa"/>
        </w:tblCellMar>
        <w:tblLook w:val="0000" w:firstRow="0" w:lastRow="0" w:firstColumn="0" w:lastColumn="0" w:noHBand="0" w:noVBand="0"/>
      </w:tblPr>
      <w:tblGrid>
        <w:gridCol w:w="5245"/>
        <w:gridCol w:w="3827"/>
      </w:tblGrid>
      <w:tr w:rsidR="006F4033" w:rsidRPr="006F4033" w14:paraId="0DFC16FA" w14:textId="77777777" w:rsidTr="00465265">
        <w:trPr>
          <w:trHeight w:val="1562"/>
        </w:trPr>
        <w:tc>
          <w:tcPr>
            <w:tcW w:w="5245" w:type="dxa"/>
          </w:tcPr>
          <w:p w14:paraId="775E7835" w14:textId="77777777" w:rsidR="00D40650" w:rsidRPr="006F4033" w:rsidRDefault="00A73F17" w:rsidP="003F7348">
            <w:pPr>
              <w:pStyle w:val="TableContents"/>
              <w:spacing w:line="240" w:lineRule="auto"/>
              <w:rPr>
                <w:b/>
              </w:rPr>
            </w:pPr>
            <w:r w:rsidRPr="006F4033">
              <w:rPr>
                <w:noProof/>
                <w:lang w:eastAsia="et-EE" w:bidi="ar-SA"/>
              </w:rPr>
              <w:drawing>
                <wp:anchor distT="0" distB="0" distL="114300" distR="114300" simplePos="0" relativeHeight="251658240" behindDoc="0" locked="0" layoutInCell="1" allowOverlap="1" wp14:anchorId="157C6673" wp14:editId="607305DE">
                  <wp:simplePos x="0" y="0"/>
                  <wp:positionH relativeFrom="page">
                    <wp:posOffset>-854710</wp:posOffset>
                  </wp:positionH>
                  <wp:positionV relativeFrom="page">
                    <wp:posOffset>9525</wp:posOffset>
                  </wp:positionV>
                  <wp:extent cx="2877820" cy="936625"/>
                  <wp:effectExtent l="0" t="0" r="0" b="0"/>
                  <wp:wrapNone/>
                  <wp:docPr id="2" name="Picture 0" descr="riigihangete v-kom_vapp_est_bla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riigihangete v-kom_vapp_est_black.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77820" cy="9366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827" w:type="dxa"/>
          </w:tcPr>
          <w:p w14:paraId="7E368E40" w14:textId="77777777" w:rsidR="00BC1A62" w:rsidRPr="006F4033" w:rsidRDefault="00BC1A62" w:rsidP="003F7348">
            <w:pPr>
              <w:pStyle w:val="AK"/>
            </w:pPr>
          </w:p>
        </w:tc>
      </w:tr>
    </w:tbl>
    <w:p w14:paraId="716DA99F" w14:textId="56CEA18A" w:rsidR="001704FA" w:rsidRPr="00EB3898" w:rsidRDefault="00347789" w:rsidP="001704FA">
      <w:pPr>
        <w:rPr>
          <w:color w:val="000000" w:themeColor="text1"/>
        </w:rPr>
      </w:pPr>
      <w:r w:rsidRPr="00347789">
        <w:rPr>
          <w:color w:val="000000" w:themeColor="text1"/>
        </w:rPr>
        <w:t>Riigi Kaitseinvesteeringute Keskus</w:t>
      </w:r>
      <w:r>
        <w:rPr>
          <w:color w:val="000000" w:themeColor="text1"/>
        </w:rPr>
        <w:tab/>
      </w:r>
      <w:r w:rsidR="00F64137">
        <w:rPr>
          <w:color w:val="000000" w:themeColor="text1"/>
        </w:rPr>
        <w:tab/>
      </w:r>
      <w:r w:rsidR="00260408">
        <w:rPr>
          <w:color w:val="000000" w:themeColor="text1"/>
        </w:rPr>
        <w:tab/>
      </w:r>
      <w:r w:rsidR="00465265">
        <w:rPr>
          <w:color w:val="000000" w:themeColor="text1"/>
        </w:rPr>
        <w:tab/>
      </w:r>
      <w:r w:rsidR="00465265">
        <w:rPr>
          <w:color w:val="000000" w:themeColor="text1"/>
        </w:rPr>
        <w:tab/>
      </w:r>
      <w:r w:rsidR="001704FA" w:rsidRPr="00EB3898">
        <w:rPr>
          <w:color w:val="000000" w:themeColor="text1"/>
        </w:rPr>
        <w:t xml:space="preserve">Meie </w:t>
      </w:r>
      <w:r>
        <w:rPr>
          <w:color w:val="000000" w:themeColor="text1"/>
        </w:rPr>
        <w:t>0</w:t>
      </w:r>
      <w:r w:rsidR="00111F37">
        <w:rPr>
          <w:color w:val="000000" w:themeColor="text1"/>
        </w:rPr>
        <w:t>5</w:t>
      </w:r>
      <w:r w:rsidR="001704FA">
        <w:rPr>
          <w:color w:val="000000" w:themeColor="text1"/>
        </w:rPr>
        <w:t>.</w:t>
      </w:r>
      <w:r w:rsidR="005B610A">
        <w:rPr>
          <w:color w:val="000000" w:themeColor="text1"/>
        </w:rPr>
        <w:t>0</w:t>
      </w:r>
      <w:r>
        <w:rPr>
          <w:color w:val="000000" w:themeColor="text1"/>
        </w:rPr>
        <w:t>8</w:t>
      </w:r>
      <w:r w:rsidR="00E30840">
        <w:rPr>
          <w:color w:val="000000" w:themeColor="text1"/>
        </w:rPr>
        <w:t>.202</w:t>
      </w:r>
      <w:r w:rsidR="005B610A">
        <w:rPr>
          <w:color w:val="000000" w:themeColor="text1"/>
        </w:rPr>
        <w:t>4</w:t>
      </w:r>
      <w:r w:rsidR="00E30840">
        <w:rPr>
          <w:color w:val="000000" w:themeColor="text1"/>
        </w:rPr>
        <w:t xml:space="preserve"> nr 12.2-10/</w:t>
      </w:r>
      <w:r w:rsidR="001C2CE4">
        <w:rPr>
          <w:color w:val="000000" w:themeColor="text1"/>
        </w:rPr>
        <w:t>1</w:t>
      </w:r>
      <w:r>
        <w:rPr>
          <w:color w:val="000000" w:themeColor="text1"/>
        </w:rPr>
        <w:t>46</w:t>
      </w:r>
    </w:p>
    <w:p w14:paraId="76013708" w14:textId="49FCF0D4" w:rsidR="00010CEE" w:rsidRPr="006C697B" w:rsidRDefault="001704FA" w:rsidP="001704FA">
      <w:pPr>
        <w:rPr>
          <w:color w:val="1F497D" w:themeColor="text2"/>
        </w:rPr>
      </w:pPr>
      <w:r w:rsidRPr="00010CEE">
        <w:rPr>
          <w:rStyle w:val="Hperlink"/>
          <w:color w:val="auto"/>
          <w:u w:val="none"/>
        </w:rPr>
        <w:t>e-post</w:t>
      </w:r>
      <w:r w:rsidRPr="00010CEE">
        <w:rPr>
          <w:rStyle w:val="Hperlink"/>
          <w:color w:val="1F497D" w:themeColor="text2"/>
          <w:u w:val="none"/>
        </w:rPr>
        <w:t>:</w:t>
      </w:r>
      <w:r w:rsidR="004B2FDF">
        <w:rPr>
          <w:rStyle w:val="Hperlink"/>
          <w:color w:val="1F497D" w:themeColor="text2"/>
          <w:u w:val="none"/>
        </w:rPr>
        <w:t xml:space="preserve"> </w:t>
      </w:r>
      <w:hyperlink r:id="rId9" w:history="1">
        <w:r w:rsidR="00E86A3E" w:rsidRPr="005E3B39">
          <w:rPr>
            <w:rStyle w:val="Hperlink"/>
          </w:rPr>
          <w:t>info@rkik.ee</w:t>
        </w:r>
      </w:hyperlink>
      <w:r w:rsidR="00811010">
        <w:t xml:space="preserve"> </w:t>
      </w:r>
      <w:r w:rsidR="00811010">
        <w:rPr>
          <w:bCs/>
          <w:color w:val="000000" w:themeColor="text1"/>
        </w:rPr>
        <w:t xml:space="preserve"> </w:t>
      </w:r>
    </w:p>
    <w:p w14:paraId="538530DA" w14:textId="5C414AB4" w:rsidR="00811010" w:rsidRPr="002820CD" w:rsidRDefault="00347789" w:rsidP="001704FA">
      <w:pPr>
        <w:rPr>
          <w:bCs/>
          <w:color w:val="000000" w:themeColor="text1"/>
        </w:rPr>
      </w:pPr>
      <w:r w:rsidRPr="00347789">
        <w:tab/>
      </w:r>
      <w:hyperlink r:id="rId10" w:history="1">
        <w:r w:rsidRPr="005E3B39">
          <w:rPr>
            <w:rStyle w:val="Hperlink"/>
          </w:rPr>
          <w:t>tiina.suld@rkik.ee</w:t>
        </w:r>
      </w:hyperlink>
      <w:r>
        <w:t xml:space="preserve"> </w:t>
      </w:r>
    </w:p>
    <w:p w14:paraId="5E4A7705" w14:textId="77777777" w:rsidR="00260408" w:rsidRDefault="00260408" w:rsidP="001704FA">
      <w:pPr>
        <w:rPr>
          <w:bCs/>
          <w:color w:val="000000" w:themeColor="text1"/>
        </w:rPr>
      </w:pPr>
    </w:p>
    <w:p w14:paraId="46B7D38F" w14:textId="77777777" w:rsidR="00347789" w:rsidRDefault="00347789" w:rsidP="00723639">
      <w:r w:rsidRPr="00347789">
        <w:t xml:space="preserve">Osaühing </w:t>
      </w:r>
      <w:proofErr w:type="spellStart"/>
      <w:r w:rsidRPr="00347789">
        <w:t>Lindante</w:t>
      </w:r>
      <w:proofErr w:type="spellEnd"/>
      <w:r w:rsidRPr="00347789">
        <w:t xml:space="preserve"> </w:t>
      </w:r>
    </w:p>
    <w:p w14:paraId="33FE705D" w14:textId="52ABCDD6" w:rsidR="004576C3" w:rsidRDefault="004A54F1" w:rsidP="00723639">
      <w:pPr>
        <w:rPr>
          <w:color w:val="000000"/>
          <w:shd w:val="clear" w:color="auto" w:fill="FFFFFF"/>
        </w:rPr>
      </w:pPr>
      <w:r>
        <w:rPr>
          <w:bCs/>
          <w:color w:val="000000" w:themeColor="text1"/>
        </w:rPr>
        <w:t xml:space="preserve">e-post: </w:t>
      </w:r>
      <w:hyperlink r:id="rId11" w:history="1">
        <w:r w:rsidR="00347789" w:rsidRPr="005E3B39">
          <w:rPr>
            <w:rStyle w:val="Hperlink"/>
          </w:rPr>
          <w:t>info@lindante.ee</w:t>
        </w:r>
      </w:hyperlink>
      <w:r w:rsidR="00347789">
        <w:t xml:space="preserve"> </w:t>
      </w:r>
    </w:p>
    <w:p w14:paraId="15705DD2" w14:textId="77777777" w:rsidR="00723639" w:rsidRDefault="00723639" w:rsidP="003F7348">
      <w:pPr>
        <w:spacing w:line="240" w:lineRule="auto"/>
        <w:rPr>
          <w:color w:val="000000"/>
          <w:shd w:val="clear" w:color="auto" w:fill="FFFFFF"/>
        </w:rPr>
      </w:pPr>
    </w:p>
    <w:p w14:paraId="292EA0AB" w14:textId="77777777" w:rsidR="004576C3" w:rsidRDefault="004576C3" w:rsidP="003F7348">
      <w:pPr>
        <w:spacing w:line="240" w:lineRule="auto"/>
        <w:rPr>
          <w:color w:val="000000"/>
          <w:shd w:val="clear" w:color="auto" w:fill="FFFFFF"/>
        </w:rPr>
      </w:pPr>
    </w:p>
    <w:p w14:paraId="776EB023" w14:textId="269F6CA5" w:rsidR="001704FA" w:rsidRPr="006133C2" w:rsidRDefault="001704FA" w:rsidP="001704FA">
      <w:pPr>
        <w:spacing w:line="240" w:lineRule="auto"/>
        <w:ind w:right="-285"/>
        <w:rPr>
          <w:b/>
        </w:rPr>
      </w:pPr>
      <w:r w:rsidRPr="006133C2">
        <w:rPr>
          <w:b/>
        </w:rPr>
        <w:t>Vaidlustuse</w:t>
      </w:r>
      <w:r w:rsidR="009D472D">
        <w:rPr>
          <w:b/>
        </w:rPr>
        <w:t xml:space="preserve"> esitamise</w:t>
      </w:r>
      <w:r w:rsidRPr="006133C2">
        <w:rPr>
          <w:b/>
        </w:rPr>
        <w:t xml:space="preserve"> teade</w:t>
      </w:r>
    </w:p>
    <w:p w14:paraId="6C681DFB" w14:textId="77777777" w:rsidR="001704FA" w:rsidRPr="006133C2" w:rsidRDefault="001704FA" w:rsidP="001704FA">
      <w:pPr>
        <w:spacing w:line="240" w:lineRule="auto"/>
        <w:ind w:right="-285"/>
        <w:rPr>
          <w:color w:val="000000" w:themeColor="text1"/>
        </w:rPr>
      </w:pPr>
    </w:p>
    <w:p w14:paraId="1C73470B" w14:textId="59D8F486" w:rsidR="001704FA" w:rsidRPr="00D14E10" w:rsidRDefault="001704FA" w:rsidP="00D14E10">
      <w:pPr>
        <w:widowControl/>
        <w:suppressAutoHyphens w:val="0"/>
        <w:spacing w:line="240" w:lineRule="auto"/>
        <w:rPr>
          <w:color w:val="000000"/>
        </w:rPr>
      </w:pPr>
      <w:r w:rsidRPr="00D14E10">
        <w:rPr>
          <w:color w:val="000000"/>
        </w:rPr>
        <w:t>Teatame, et</w:t>
      </w:r>
      <w:r w:rsidR="009D0FE6" w:rsidRPr="00D14E10">
        <w:rPr>
          <w:color w:val="000000"/>
        </w:rPr>
        <w:t xml:space="preserve"> </w:t>
      </w:r>
      <w:r w:rsidR="00347789" w:rsidRPr="00D14E10">
        <w:rPr>
          <w:b/>
          <w:bCs/>
          <w:color w:val="000000"/>
        </w:rPr>
        <w:t>PehmeSisustus OÜ</w:t>
      </w:r>
      <w:r w:rsidR="00347789" w:rsidRPr="00D14E10">
        <w:rPr>
          <w:color w:val="000000"/>
        </w:rPr>
        <w:t xml:space="preserve"> </w:t>
      </w:r>
      <w:r w:rsidR="002E5BB8" w:rsidRPr="00D14E10">
        <w:rPr>
          <w:color w:val="000000"/>
        </w:rPr>
        <w:t>esitas</w:t>
      </w:r>
      <w:r w:rsidR="009D0FE6" w:rsidRPr="00D14E10">
        <w:rPr>
          <w:color w:val="000000"/>
        </w:rPr>
        <w:t xml:space="preserve"> </w:t>
      </w:r>
      <w:r w:rsidR="00347789" w:rsidRPr="00D14E10">
        <w:rPr>
          <w:color w:val="000000"/>
        </w:rPr>
        <w:t>02</w:t>
      </w:r>
      <w:r w:rsidR="000F29B0" w:rsidRPr="00D14E10">
        <w:rPr>
          <w:color w:val="000000"/>
        </w:rPr>
        <w:t>.</w:t>
      </w:r>
      <w:r w:rsidR="005B610A" w:rsidRPr="00D14E10">
        <w:rPr>
          <w:color w:val="000000"/>
        </w:rPr>
        <w:t>0</w:t>
      </w:r>
      <w:r w:rsidR="00347789" w:rsidRPr="00D14E10">
        <w:rPr>
          <w:color w:val="000000"/>
        </w:rPr>
        <w:t>8</w:t>
      </w:r>
      <w:r w:rsidR="000F29B0" w:rsidRPr="00D14E10">
        <w:rPr>
          <w:color w:val="000000"/>
        </w:rPr>
        <w:t>.202</w:t>
      </w:r>
      <w:r w:rsidR="005B610A" w:rsidRPr="00D14E10">
        <w:rPr>
          <w:color w:val="000000"/>
        </w:rPr>
        <w:t>4</w:t>
      </w:r>
      <w:r w:rsidR="000F29B0" w:rsidRPr="00D14E10">
        <w:rPr>
          <w:color w:val="000000"/>
        </w:rPr>
        <w:t xml:space="preserve"> </w:t>
      </w:r>
      <w:r w:rsidR="00E14FA4" w:rsidRPr="00D14E10">
        <w:rPr>
          <w:color w:val="000000"/>
        </w:rPr>
        <w:t>vaidlustus</w:t>
      </w:r>
      <w:r w:rsidR="0064636C" w:rsidRPr="00D14E10">
        <w:rPr>
          <w:color w:val="000000"/>
        </w:rPr>
        <w:t xml:space="preserve">e </w:t>
      </w:r>
      <w:r w:rsidR="00347789" w:rsidRPr="00D14E10">
        <w:rPr>
          <w:color w:val="000000"/>
        </w:rPr>
        <w:t xml:space="preserve">Riigi Kaitseinvesteeringute </w:t>
      </w:r>
      <w:r w:rsidR="001C2CE4" w:rsidRPr="00D14E10">
        <w:rPr>
          <w:color w:val="000000"/>
        </w:rPr>
        <w:t xml:space="preserve">Keskuse </w:t>
      </w:r>
      <w:r w:rsidR="00E14FA4" w:rsidRPr="00D14E10">
        <w:rPr>
          <w:color w:val="000000"/>
        </w:rPr>
        <w:t>riigihanke</w:t>
      </w:r>
      <w:r w:rsidR="00933995" w:rsidRPr="00D14E10">
        <w:rPr>
          <w:color w:val="000000"/>
        </w:rPr>
        <w:t>s</w:t>
      </w:r>
      <w:r w:rsidRPr="00D14E10">
        <w:rPr>
          <w:color w:val="000000"/>
        </w:rPr>
        <w:t xml:space="preserve"> „</w:t>
      </w:r>
      <w:r w:rsidR="00347789" w:rsidRPr="00D14E10">
        <w:rPr>
          <w:color w:val="000000"/>
        </w:rPr>
        <w:t>Transpordivahendite istmete ostmise ja remontimise kestvusleping 2024-2025</w:t>
      </w:r>
      <w:r w:rsidR="00624560" w:rsidRPr="00D14E10">
        <w:rPr>
          <w:color w:val="000000"/>
        </w:rPr>
        <w:t>“</w:t>
      </w:r>
      <w:r w:rsidR="00E14FA4" w:rsidRPr="00D14E10">
        <w:rPr>
          <w:color w:val="000000"/>
        </w:rPr>
        <w:t xml:space="preserve"> (viitenumber </w:t>
      </w:r>
      <w:r w:rsidR="00347789" w:rsidRPr="00D14E10">
        <w:rPr>
          <w:color w:val="000000"/>
        </w:rPr>
        <w:t>280932</w:t>
      </w:r>
      <w:r w:rsidRPr="00D14E10">
        <w:rPr>
          <w:color w:val="000000"/>
        </w:rPr>
        <w:t>)</w:t>
      </w:r>
      <w:r w:rsidR="00866401" w:rsidRPr="00D14E10">
        <w:rPr>
          <w:color w:val="000000"/>
        </w:rPr>
        <w:t xml:space="preserve"> </w:t>
      </w:r>
      <w:r w:rsidR="00347789" w:rsidRPr="00D14E10">
        <w:rPr>
          <w:color w:val="000000"/>
        </w:rPr>
        <w:t xml:space="preserve">hankija otsusele tunnistada edukaks Osaühing </w:t>
      </w:r>
      <w:proofErr w:type="spellStart"/>
      <w:r w:rsidR="00347789" w:rsidRPr="00D14E10">
        <w:rPr>
          <w:color w:val="000000"/>
        </w:rPr>
        <w:t>Lindante</w:t>
      </w:r>
      <w:proofErr w:type="spellEnd"/>
      <w:r w:rsidR="00347789" w:rsidRPr="00D14E10">
        <w:rPr>
          <w:color w:val="000000"/>
        </w:rPr>
        <w:t xml:space="preserve"> pakkumus</w:t>
      </w:r>
      <w:r w:rsidR="004868C9" w:rsidRPr="00D14E10">
        <w:rPr>
          <w:color w:val="000000"/>
        </w:rPr>
        <w:t xml:space="preserve"> </w:t>
      </w:r>
      <w:r w:rsidR="00E9251C" w:rsidRPr="00D14E10">
        <w:rPr>
          <w:color w:val="000000"/>
        </w:rPr>
        <w:t>(vaidlustus</w:t>
      </w:r>
      <w:r w:rsidR="00811010" w:rsidRPr="00D14E10">
        <w:rPr>
          <w:color w:val="000000"/>
        </w:rPr>
        <w:t xml:space="preserve"> </w:t>
      </w:r>
      <w:r w:rsidR="00E9251C" w:rsidRPr="00D14E10">
        <w:rPr>
          <w:color w:val="000000"/>
        </w:rPr>
        <w:t>lisatud)</w:t>
      </w:r>
      <w:r w:rsidR="001B410D" w:rsidRPr="00D14E10">
        <w:rPr>
          <w:color w:val="000000"/>
        </w:rPr>
        <w:t>.</w:t>
      </w:r>
    </w:p>
    <w:p w14:paraId="0B599407" w14:textId="77777777" w:rsidR="00811010" w:rsidRPr="006133C2" w:rsidRDefault="00811010" w:rsidP="001704FA">
      <w:pPr>
        <w:pStyle w:val="Default"/>
        <w:jc w:val="both"/>
      </w:pPr>
    </w:p>
    <w:p w14:paraId="00755574" w14:textId="73298CBF" w:rsidR="00811010" w:rsidRPr="00260408" w:rsidRDefault="00811010" w:rsidP="006B3611">
      <w:r w:rsidRPr="00540F5B">
        <w:rPr>
          <w:noProof/>
          <w:color w:val="000000"/>
        </w:rPr>
        <w:t>Riigihangete seaduse (edaspidi RHS) § 192 l</w:t>
      </w:r>
      <w:r>
        <w:rPr>
          <w:noProof/>
          <w:color w:val="000000"/>
        </w:rPr>
        <w:t>g</w:t>
      </w:r>
      <w:r w:rsidRPr="00540F5B">
        <w:rPr>
          <w:noProof/>
          <w:color w:val="000000"/>
        </w:rPr>
        <w:t xml:space="preserve"> 5 alusel kaasab vaidlustuskomisjon esitatud vaidlustuse menetlusse kolmanda isikuna </w:t>
      </w:r>
      <w:r w:rsidR="00347789" w:rsidRPr="00347789">
        <w:rPr>
          <w:b/>
          <w:bCs/>
        </w:rPr>
        <w:t>Osaühing</w:t>
      </w:r>
      <w:r w:rsidR="002E5BB8">
        <w:rPr>
          <w:b/>
          <w:bCs/>
        </w:rPr>
        <w:t>u</w:t>
      </w:r>
      <w:r w:rsidR="00347789" w:rsidRPr="00347789">
        <w:rPr>
          <w:b/>
          <w:bCs/>
        </w:rPr>
        <w:t xml:space="preserve"> </w:t>
      </w:r>
      <w:proofErr w:type="spellStart"/>
      <w:r w:rsidR="00347789" w:rsidRPr="00347789">
        <w:rPr>
          <w:b/>
          <w:bCs/>
        </w:rPr>
        <w:t>Lindante</w:t>
      </w:r>
      <w:proofErr w:type="spellEnd"/>
      <w:r w:rsidR="00F7610C">
        <w:t>.</w:t>
      </w:r>
    </w:p>
    <w:p w14:paraId="0D793A34" w14:textId="77777777" w:rsidR="001704FA" w:rsidRPr="006133C2" w:rsidRDefault="001704FA" w:rsidP="001704FA">
      <w:pPr>
        <w:pStyle w:val="Vahedeta"/>
        <w:rPr>
          <w:rFonts w:cs="Times New Roman"/>
          <w:color w:val="000000"/>
          <w:szCs w:val="24"/>
        </w:rPr>
      </w:pPr>
    </w:p>
    <w:p w14:paraId="577D5DF8" w14:textId="0549E846" w:rsidR="00111F37" w:rsidRDefault="00111F37" w:rsidP="00BA412C">
      <w:pPr>
        <w:widowControl/>
        <w:suppressAutoHyphens w:val="0"/>
        <w:spacing w:line="240" w:lineRule="auto"/>
        <w:rPr>
          <w:color w:val="000000"/>
        </w:rPr>
      </w:pPr>
      <w:r w:rsidRPr="00111F37">
        <w:rPr>
          <w:color w:val="000000"/>
        </w:rPr>
        <w:t xml:space="preserve">RHS § 194 lõigete 5 ja 6 alusel palume hankijal ja kolmandal isikul kolme tööpäeva jooksul, st hiljemalt </w:t>
      </w:r>
      <w:r w:rsidRPr="00111F37">
        <w:rPr>
          <w:b/>
          <w:bCs/>
          <w:color w:val="000000"/>
        </w:rPr>
        <w:t>08.08.2024</w:t>
      </w:r>
      <w:r w:rsidRPr="00111F37">
        <w:rPr>
          <w:color w:val="000000"/>
        </w:rPr>
        <w:t>, esitada Riigihangete vaidlustuskomisjonile kirjalik vastus vaidlustuse kohta ning kõik vaidlustuse lahendamiseks vajalikud dokumendid, mis pole kättesaadavad riigihangete registrist. Kui menetlusosaline soovib esitada dokumente, mida tuleks teise menetlusosalise eest varjata, tuleb selle kohta esitada vaidlustuskomisjonile selgesõnaline põhjendatud taotlus ja eristada juurdepääsupiiranguga dokumendid (mitte lisada neid vastuse või teiste lisadega samasse digikonteinerisse). Samuti kui vastus vaidlustusele sisaldab mõne menetlusosalise ärisaladust, tuleb teistele menetlusosalistele edastamiseks esitada vastuse ärisaladuseta versioon.</w:t>
      </w:r>
    </w:p>
    <w:p w14:paraId="170FF028" w14:textId="43B6D104" w:rsidR="00BA412C" w:rsidRPr="006B4DBF" w:rsidRDefault="00BA412C" w:rsidP="00BA412C">
      <w:pPr>
        <w:widowControl/>
        <w:suppressAutoHyphens w:val="0"/>
        <w:spacing w:line="240" w:lineRule="auto"/>
      </w:pPr>
      <w:r w:rsidRPr="006B4DBF">
        <w:t>Palume anda teada, kas taotletakse vaidlustuse läbivaatamist avalikul istungil või kirjalikus menetluses.</w:t>
      </w:r>
    </w:p>
    <w:p w14:paraId="597CDDA9" w14:textId="77777777" w:rsidR="00BA412C" w:rsidRPr="006B4DBF" w:rsidRDefault="00BA412C" w:rsidP="00BA412C">
      <w:pPr>
        <w:widowControl/>
        <w:suppressAutoHyphens w:val="0"/>
        <w:spacing w:line="240" w:lineRule="auto"/>
      </w:pPr>
    </w:p>
    <w:p w14:paraId="03BE9D5E" w14:textId="768B35A5" w:rsidR="00D50919" w:rsidRDefault="00723639" w:rsidP="00D50919">
      <w:pPr>
        <w:pStyle w:val="Vahedeta"/>
        <w:rPr>
          <w:rFonts w:cs="Times New Roman"/>
          <w:noProof/>
          <w:color w:val="000000"/>
          <w:szCs w:val="24"/>
        </w:rPr>
      </w:pPr>
      <w:r w:rsidRPr="00723639">
        <w:rPr>
          <w:rFonts w:cs="Times New Roman"/>
          <w:noProof/>
          <w:color w:val="000000"/>
          <w:szCs w:val="24"/>
        </w:rPr>
        <w:t xml:space="preserve">Tulenevalt RHS § 194 lõikest 4 ei ole </w:t>
      </w:r>
      <w:r w:rsidR="00347789" w:rsidRPr="00347789">
        <w:rPr>
          <w:rFonts w:cs="Times New Roman"/>
          <w:noProof/>
          <w:color w:val="000000"/>
          <w:szCs w:val="24"/>
        </w:rPr>
        <w:t xml:space="preserve">Riigi Kaitseinvesteeringute </w:t>
      </w:r>
      <w:r w:rsidR="001C2CE4" w:rsidRPr="001C2CE4">
        <w:rPr>
          <w:rFonts w:cs="Times New Roman"/>
          <w:noProof/>
          <w:color w:val="000000"/>
          <w:szCs w:val="24"/>
        </w:rPr>
        <w:t>Keskus</w:t>
      </w:r>
      <w:r w:rsidR="001C2CE4">
        <w:rPr>
          <w:rFonts w:cs="Times New Roman"/>
          <w:noProof/>
          <w:color w:val="000000"/>
          <w:szCs w:val="24"/>
        </w:rPr>
        <w:t xml:space="preserve">el </w:t>
      </w:r>
      <w:r w:rsidRPr="00723639">
        <w:rPr>
          <w:rFonts w:cs="Times New Roman"/>
          <w:noProof/>
          <w:color w:val="000000"/>
          <w:szCs w:val="24"/>
        </w:rPr>
        <w:t>õigust sõlmida vaidlustatud riigihankes hankelepingut käesoleva teate saamisest kuni RHS §-s 201 sätestatud tingimuse saabumiseni.</w:t>
      </w:r>
      <w:r w:rsidR="002E5BB8">
        <w:rPr>
          <w:rFonts w:cs="Times New Roman"/>
          <w:noProof/>
          <w:color w:val="000000"/>
          <w:szCs w:val="24"/>
        </w:rPr>
        <w:t xml:space="preserve"> Juhul, kui hankeleping on juba sõlmitud, palu</w:t>
      </w:r>
      <w:r w:rsidR="00D14E10">
        <w:rPr>
          <w:rFonts w:cs="Times New Roman"/>
          <w:noProof/>
          <w:color w:val="000000"/>
          <w:szCs w:val="24"/>
        </w:rPr>
        <w:t>me</w:t>
      </w:r>
      <w:r w:rsidR="002E5BB8">
        <w:rPr>
          <w:rFonts w:cs="Times New Roman"/>
          <w:noProof/>
          <w:color w:val="000000"/>
          <w:szCs w:val="24"/>
        </w:rPr>
        <w:t xml:space="preserve"> sellest viivitamata tea</w:t>
      </w:r>
      <w:r w:rsidR="00D14E10">
        <w:rPr>
          <w:rFonts w:cs="Times New Roman"/>
          <w:noProof/>
          <w:color w:val="000000"/>
          <w:szCs w:val="24"/>
        </w:rPr>
        <w:t>tada.</w:t>
      </w:r>
    </w:p>
    <w:p w14:paraId="6A52E05F" w14:textId="77777777" w:rsidR="00723639" w:rsidRDefault="00723639" w:rsidP="00D50919">
      <w:pPr>
        <w:pStyle w:val="Vahedeta"/>
        <w:rPr>
          <w:rFonts w:cs="Times New Roman"/>
          <w:noProof/>
          <w:color w:val="000000"/>
          <w:szCs w:val="24"/>
        </w:rPr>
      </w:pPr>
    </w:p>
    <w:p w14:paraId="42A7C9C8" w14:textId="77777777" w:rsidR="000F29B0" w:rsidRPr="001B68F0" w:rsidRDefault="000F29B0" w:rsidP="00D50919">
      <w:pPr>
        <w:pStyle w:val="Vahedeta"/>
        <w:rPr>
          <w:rFonts w:cs="Times New Roman"/>
          <w:noProof/>
          <w:color w:val="000000"/>
          <w:szCs w:val="24"/>
        </w:rPr>
      </w:pPr>
    </w:p>
    <w:p w14:paraId="03043D68" w14:textId="17AE6CAC" w:rsidR="001704FA" w:rsidRPr="006133C2" w:rsidRDefault="005D2EF9" w:rsidP="001704FA">
      <w:pPr>
        <w:spacing w:line="240" w:lineRule="auto"/>
      </w:pPr>
      <w:r>
        <w:rPr>
          <w:noProof/>
        </w:rPr>
        <w:t>Lugupidamisega</w:t>
      </w:r>
    </w:p>
    <w:p w14:paraId="79558250" w14:textId="77777777" w:rsidR="00F15734" w:rsidRDefault="00F15734" w:rsidP="001704FA">
      <w:pPr>
        <w:spacing w:line="240" w:lineRule="auto"/>
      </w:pPr>
    </w:p>
    <w:p w14:paraId="54B460CC" w14:textId="607524D5" w:rsidR="001704FA" w:rsidRPr="006133C2" w:rsidRDefault="001704FA" w:rsidP="001704FA">
      <w:pPr>
        <w:spacing w:line="240" w:lineRule="auto"/>
      </w:pPr>
      <w:r w:rsidRPr="006133C2">
        <w:t>(allkirjastatud digitaalselt)</w:t>
      </w:r>
    </w:p>
    <w:p w14:paraId="7BD25C5B" w14:textId="77777777" w:rsidR="00111F37" w:rsidRDefault="00111F37" w:rsidP="001704FA">
      <w:pPr>
        <w:spacing w:line="240" w:lineRule="auto"/>
      </w:pPr>
      <w:r w:rsidRPr="00111F37">
        <w:t>Angelika Timusk</w:t>
      </w:r>
    </w:p>
    <w:p w14:paraId="3E5A7FF1" w14:textId="7A6124EC" w:rsidR="001704FA" w:rsidRDefault="001704FA" w:rsidP="001704FA">
      <w:pPr>
        <w:spacing w:line="240" w:lineRule="auto"/>
      </w:pPr>
      <w:r w:rsidRPr="006133C2">
        <w:t>Riigihangete vaidlustuskomisjoni liige</w:t>
      </w:r>
    </w:p>
    <w:p w14:paraId="0D5FEE21" w14:textId="77777777" w:rsidR="007A10C1" w:rsidRDefault="007A10C1" w:rsidP="001704FA">
      <w:pPr>
        <w:spacing w:line="240" w:lineRule="auto"/>
      </w:pPr>
    </w:p>
    <w:p w14:paraId="26361419" w14:textId="79EBA330" w:rsidR="005B202F" w:rsidRDefault="001704FA" w:rsidP="001704FA">
      <w:pPr>
        <w:spacing w:line="240" w:lineRule="auto"/>
      </w:pPr>
      <w:r w:rsidRPr="006133C2">
        <w:t xml:space="preserve">Lisa: vaidlustus </w:t>
      </w:r>
    </w:p>
    <w:p w14:paraId="101C3696" w14:textId="77777777" w:rsidR="00564C4C" w:rsidRPr="00EB3898" w:rsidRDefault="00564C4C" w:rsidP="001704FA">
      <w:pPr>
        <w:spacing w:line="240" w:lineRule="auto"/>
      </w:pPr>
    </w:p>
    <w:p w14:paraId="374C79FC" w14:textId="0359D281" w:rsidR="001C2CE4" w:rsidRPr="001C2CE4" w:rsidRDefault="001704FA" w:rsidP="002E5BB8">
      <w:pPr>
        <w:spacing w:line="240" w:lineRule="auto"/>
        <w:jc w:val="left"/>
      </w:pPr>
      <w:r w:rsidRPr="00EB3898">
        <w:t>Teadmiseks:</w:t>
      </w:r>
      <w:r w:rsidR="000067E2">
        <w:t xml:space="preserve"> </w:t>
      </w:r>
      <w:r w:rsidRPr="00EB3898">
        <w:t xml:space="preserve">vaidlustaja esindajale, </w:t>
      </w:r>
      <w:r w:rsidR="00347789">
        <w:t xml:space="preserve">Toivo </w:t>
      </w:r>
      <w:proofErr w:type="spellStart"/>
      <w:r w:rsidR="00347789">
        <w:t>Kattai</w:t>
      </w:r>
      <w:proofErr w:type="spellEnd"/>
      <w:r w:rsidR="002E5BB8">
        <w:t xml:space="preserve"> e-p</w:t>
      </w:r>
      <w:r w:rsidR="00DB365B">
        <w:t xml:space="preserve">ost: </w:t>
      </w:r>
      <w:hyperlink r:id="rId12" w:history="1">
        <w:r w:rsidR="00347789" w:rsidRPr="00D436AF">
          <w:rPr>
            <w:rStyle w:val="Hperlink"/>
          </w:rPr>
          <w:t>toivo.kattai@pehmesisustus.com</w:t>
        </w:r>
      </w:hyperlink>
      <w:r w:rsidR="00347789">
        <w:t xml:space="preserve"> </w:t>
      </w:r>
    </w:p>
    <w:p w14:paraId="62187BBA" w14:textId="77777777" w:rsidR="00F64137" w:rsidRDefault="00F64137" w:rsidP="00811010">
      <w:pPr>
        <w:pStyle w:val="Vahedeta"/>
        <w:rPr>
          <w:rFonts w:cs="Times New Roman"/>
          <w:szCs w:val="24"/>
        </w:rPr>
      </w:pPr>
    </w:p>
    <w:p w14:paraId="6291D433" w14:textId="77777777" w:rsidR="00D14E10" w:rsidRDefault="00D94780" w:rsidP="00811010">
      <w:pPr>
        <w:pStyle w:val="Vahedeta"/>
        <w:rPr>
          <w:rFonts w:cs="Times New Roman"/>
          <w:szCs w:val="24"/>
        </w:rPr>
      </w:pPr>
      <w:r>
        <w:rPr>
          <w:rFonts w:cs="Times New Roman"/>
          <w:szCs w:val="24"/>
        </w:rPr>
        <w:t>Mari-Ann Sinimaa 611 3713</w:t>
      </w:r>
    </w:p>
    <w:p w14:paraId="7BD58AA6" w14:textId="75914F08" w:rsidR="002E5BB8" w:rsidRDefault="002E5BB8" w:rsidP="00811010">
      <w:pPr>
        <w:pStyle w:val="Vahedeta"/>
      </w:pPr>
      <w:hyperlink r:id="rId13" w:history="1">
        <w:r w:rsidRPr="0045597B">
          <w:rPr>
            <w:rStyle w:val="Hperlink"/>
            <w:szCs w:val="24"/>
          </w:rPr>
          <w:t>mari-ann.sinimaa@fin.ee</w:t>
        </w:r>
      </w:hyperlink>
    </w:p>
    <w:sectPr w:rsidR="002E5BB8" w:rsidSect="002E5BB8">
      <w:footerReference w:type="default" r:id="rId14"/>
      <w:footerReference w:type="first" r:id="rId15"/>
      <w:pgSz w:w="11906" w:h="16838" w:code="9"/>
      <w:pgMar w:top="907" w:right="1021" w:bottom="1418" w:left="1361" w:header="896" w:footer="641"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EA346C" w14:textId="77777777" w:rsidR="00FC5DFE" w:rsidRDefault="00FC5DFE" w:rsidP="00DF44DF">
      <w:r>
        <w:separator/>
      </w:r>
    </w:p>
  </w:endnote>
  <w:endnote w:type="continuationSeparator" w:id="0">
    <w:p w14:paraId="011390C5" w14:textId="77777777" w:rsidR="00FC5DFE" w:rsidRDefault="00FC5DFE"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36C04A" w14:textId="77777777" w:rsidR="00FC267C" w:rsidRPr="000A17B5" w:rsidRDefault="00FC267C" w:rsidP="00333FAF">
    <w:pPr>
      <w:pStyle w:val="Jalus1"/>
    </w:pPr>
    <w:r>
      <w:t>Endla 13</w:t>
    </w:r>
    <w:r w:rsidRPr="000A17B5">
      <w:t xml:space="preserve"> / </w:t>
    </w:r>
    <w:r>
      <w:t>10122</w:t>
    </w:r>
    <w:r w:rsidRPr="000A17B5">
      <w:t xml:space="preserve"> Tallinn</w:t>
    </w:r>
    <w:r>
      <w:t xml:space="preserve"> (postiaadress)</w:t>
    </w:r>
    <w:r w:rsidRPr="000A17B5">
      <w:t xml:space="preserve"> / </w:t>
    </w:r>
    <w:r>
      <w:t>Lõkke 5 (asukoha aadress) / 611 3711</w:t>
    </w:r>
    <w:r w:rsidRPr="000A17B5">
      <w:t xml:space="preserve"> / </w:t>
    </w:r>
    <w:r>
      <w:t>vako</w:t>
    </w:r>
    <w:r w:rsidRPr="000A17B5">
      <w:t>@</w:t>
    </w:r>
    <w:r>
      <w:t xml:space="preserve">fin.ee </w:t>
    </w:r>
  </w:p>
  <w:p w14:paraId="0A7BBC0A" w14:textId="77777777" w:rsidR="00FC267C" w:rsidRDefault="00FC267C">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00185B" w14:textId="0EF5CA16" w:rsidR="00FC267C" w:rsidRPr="000A17B5" w:rsidRDefault="004B2FDF" w:rsidP="000A17B5">
    <w:pPr>
      <w:pStyle w:val="Jalus1"/>
    </w:pPr>
    <w:r>
      <w:t>Tartu mnt</w:t>
    </w:r>
    <w:r w:rsidR="00FC267C">
      <w:t xml:space="preserve"> </w:t>
    </w:r>
    <w:r>
      <w:t>85</w:t>
    </w:r>
    <w:r w:rsidR="00FC267C" w:rsidRPr="000A17B5">
      <w:t xml:space="preserve"> / </w:t>
    </w:r>
    <w:r w:rsidR="00FC267C">
      <w:t>101</w:t>
    </w:r>
    <w:r>
      <w:t>15</w:t>
    </w:r>
    <w:r w:rsidR="00FC267C" w:rsidRPr="000A17B5">
      <w:t xml:space="preserve"> Tallinn</w:t>
    </w:r>
    <w:r w:rsidR="00C55772">
      <w:t xml:space="preserve"> / 611 3713</w:t>
    </w:r>
    <w:r w:rsidR="00FC267C" w:rsidRPr="000A17B5">
      <w:t xml:space="preserve"> / </w:t>
    </w:r>
    <w:r w:rsidR="00FC267C">
      <w:t>vako</w:t>
    </w:r>
    <w:r w:rsidR="00FC267C" w:rsidRPr="000A17B5">
      <w:t>@</w:t>
    </w:r>
    <w:r w:rsidR="00FC267C">
      <w:t xml:space="preserve">fin.ee </w:t>
    </w:r>
  </w:p>
  <w:p w14:paraId="4FB3599D" w14:textId="77777777" w:rsidR="00FC267C" w:rsidRDefault="00FC267C" w:rsidP="000A17B5">
    <w:pPr>
      <w:pStyle w:val="Jalus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B5096A" w14:textId="77777777" w:rsidR="00FC5DFE" w:rsidRDefault="00FC5DFE" w:rsidP="00DF44DF">
      <w:r>
        <w:separator/>
      </w:r>
    </w:p>
  </w:footnote>
  <w:footnote w:type="continuationSeparator" w:id="0">
    <w:p w14:paraId="5221FD30" w14:textId="77777777" w:rsidR="00FC5DFE" w:rsidRDefault="00FC5DFE" w:rsidP="00DF44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3A70AA"/>
    <w:multiLevelType w:val="hybridMultilevel"/>
    <w:tmpl w:val="F7460086"/>
    <w:lvl w:ilvl="0" w:tplc="0425000F">
      <w:start w:val="1"/>
      <w:numFmt w:val="decimal"/>
      <w:lvlText w:val="%1."/>
      <w:lvlJc w:val="left"/>
      <w:pPr>
        <w:ind w:left="1785" w:hanging="360"/>
      </w:pPr>
      <w:rPr>
        <w:rFonts w:cs="Times New Roman"/>
      </w:rPr>
    </w:lvl>
    <w:lvl w:ilvl="1" w:tplc="04250019" w:tentative="1">
      <w:start w:val="1"/>
      <w:numFmt w:val="lowerLetter"/>
      <w:lvlText w:val="%2."/>
      <w:lvlJc w:val="left"/>
      <w:pPr>
        <w:ind w:left="2505" w:hanging="360"/>
      </w:pPr>
      <w:rPr>
        <w:rFonts w:cs="Times New Roman"/>
      </w:rPr>
    </w:lvl>
    <w:lvl w:ilvl="2" w:tplc="0425001B" w:tentative="1">
      <w:start w:val="1"/>
      <w:numFmt w:val="lowerRoman"/>
      <w:lvlText w:val="%3."/>
      <w:lvlJc w:val="right"/>
      <w:pPr>
        <w:ind w:left="3225" w:hanging="180"/>
      </w:pPr>
      <w:rPr>
        <w:rFonts w:cs="Times New Roman"/>
      </w:rPr>
    </w:lvl>
    <w:lvl w:ilvl="3" w:tplc="0425000F" w:tentative="1">
      <w:start w:val="1"/>
      <w:numFmt w:val="decimal"/>
      <w:lvlText w:val="%4."/>
      <w:lvlJc w:val="left"/>
      <w:pPr>
        <w:ind w:left="3945" w:hanging="360"/>
      </w:pPr>
      <w:rPr>
        <w:rFonts w:cs="Times New Roman"/>
      </w:rPr>
    </w:lvl>
    <w:lvl w:ilvl="4" w:tplc="04250019" w:tentative="1">
      <w:start w:val="1"/>
      <w:numFmt w:val="lowerLetter"/>
      <w:lvlText w:val="%5."/>
      <w:lvlJc w:val="left"/>
      <w:pPr>
        <w:ind w:left="4665" w:hanging="360"/>
      </w:pPr>
      <w:rPr>
        <w:rFonts w:cs="Times New Roman"/>
      </w:rPr>
    </w:lvl>
    <w:lvl w:ilvl="5" w:tplc="0425001B" w:tentative="1">
      <w:start w:val="1"/>
      <w:numFmt w:val="lowerRoman"/>
      <w:lvlText w:val="%6."/>
      <w:lvlJc w:val="right"/>
      <w:pPr>
        <w:ind w:left="5385" w:hanging="180"/>
      </w:pPr>
      <w:rPr>
        <w:rFonts w:cs="Times New Roman"/>
      </w:rPr>
    </w:lvl>
    <w:lvl w:ilvl="6" w:tplc="0425000F" w:tentative="1">
      <w:start w:val="1"/>
      <w:numFmt w:val="decimal"/>
      <w:lvlText w:val="%7."/>
      <w:lvlJc w:val="left"/>
      <w:pPr>
        <w:ind w:left="6105" w:hanging="360"/>
      </w:pPr>
      <w:rPr>
        <w:rFonts w:cs="Times New Roman"/>
      </w:rPr>
    </w:lvl>
    <w:lvl w:ilvl="7" w:tplc="04250019" w:tentative="1">
      <w:start w:val="1"/>
      <w:numFmt w:val="lowerLetter"/>
      <w:lvlText w:val="%8."/>
      <w:lvlJc w:val="left"/>
      <w:pPr>
        <w:ind w:left="6825" w:hanging="360"/>
      </w:pPr>
      <w:rPr>
        <w:rFonts w:cs="Times New Roman"/>
      </w:rPr>
    </w:lvl>
    <w:lvl w:ilvl="8" w:tplc="0425001B" w:tentative="1">
      <w:start w:val="1"/>
      <w:numFmt w:val="lowerRoman"/>
      <w:lvlText w:val="%9."/>
      <w:lvlJc w:val="right"/>
      <w:pPr>
        <w:ind w:left="7545" w:hanging="180"/>
      </w:pPr>
      <w:rPr>
        <w:rFonts w:cs="Times New Roman"/>
      </w:rPr>
    </w:lvl>
  </w:abstractNum>
  <w:abstractNum w:abstractNumId="1" w15:restartNumberingAfterBreak="0">
    <w:nsid w:val="326229B9"/>
    <w:multiLevelType w:val="hybridMultilevel"/>
    <w:tmpl w:val="9462E198"/>
    <w:lvl w:ilvl="0" w:tplc="E118D17E">
      <w:start w:val="5"/>
      <w:numFmt w:val="bullet"/>
      <w:lvlText w:val="-"/>
      <w:lvlJc w:val="left"/>
      <w:pPr>
        <w:ind w:left="1065" w:hanging="360"/>
      </w:pPr>
      <w:rPr>
        <w:rFonts w:ascii="Times New Roman" w:eastAsia="SimSun" w:hAnsi="Times New Roman"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578B2BF3"/>
    <w:multiLevelType w:val="hybridMultilevel"/>
    <w:tmpl w:val="053E7086"/>
    <w:lvl w:ilvl="0" w:tplc="73E6BEDE">
      <w:start w:val="5"/>
      <w:numFmt w:val="bullet"/>
      <w:lvlText w:val=""/>
      <w:lvlJc w:val="left"/>
      <w:pPr>
        <w:ind w:left="720" w:hanging="360"/>
      </w:pPr>
      <w:rPr>
        <w:rFonts w:ascii="Symbol" w:eastAsia="SimSu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686E1872"/>
    <w:multiLevelType w:val="hybridMultilevel"/>
    <w:tmpl w:val="E6E6A9B2"/>
    <w:lvl w:ilvl="0" w:tplc="E118D17E">
      <w:start w:val="5"/>
      <w:numFmt w:val="bullet"/>
      <w:lvlText w:val="-"/>
      <w:lvlJc w:val="left"/>
      <w:pPr>
        <w:ind w:left="1065" w:hanging="360"/>
      </w:pPr>
      <w:rPr>
        <w:rFonts w:ascii="Times New Roman" w:eastAsia="SimSun" w:hAnsi="Times New Roman"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719F3E58"/>
    <w:multiLevelType w:val="hybridMultilevel"/>
    <w:tmpl w:val="0C440B6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78DE2BC8"/>
    <w:multiLevelType w:val="hybridMultilevel"/>
    <w:tmpl w:val="7DCA5504"/>
    <w:lvl w:ilvl="0" w:tplc="E118D17E">
      <w:start w:val="5"/>
      <w:numFmt w:val="bullet"/>
      <w:lvlText w:val="-"/>
      <w:lvlJc w:val="left"/>
      <w:pPr>
        <w:ind w:left="1065" w:hanging="360"/>
      </w:pPr>
      <w:rPr>
        <w:rFonts w:ascii="Times New Roman" w:eastAsia="SimSun" w:hAnsi="Times New Roman" w:hint="default"/>
      </w:rPr>
    </w:lvl>
    <w:lvl w:ilvl="1" w:tplc="04250003" w:tentative="1">
      <w:start w:val="1"/>
      <w:numFmt w:val="bullet"/>
      <w:lvlText w:val="o"/>
      <w:lvlJc w:val="left"/>
      <w:pPr>
        <w:ind w:left="1785" w:hanging="360"/>
      </w:pPr>
      <w:rPr>
        <w:rFonts w:ascii="Courier New" w:hAnsi="Courier New" w:hint="default"/>
      </w:rPr>
    </w:lvl>
    <w:lvl w:ilvl="2" w:tplc="04250005" w:tentative="1">
      <w:start w:val="1"/>
      <w:numFmt w:val="bullet"/>
      <w:lvlText w:val=""/>
      <w:lvlJc w:val="left"/>
      <w:pPr>
        <w:ind w:left="2505" w:hanging="360"/>
      </w:pPr>
      <w:rPr>
        <w:rFonts w:ascii="Wingdings" w:hAnsi="Wingdings" w:hint="default"/>
      </w:rPr>
    </w:lvl>
    <w:lvl w:ilvl="3" w:tplc="04250001" w:tentative="1">
      <w:start w:val="1"/>
      <w:numFmt w:val="bullet"/>
      <w:lvlText w:val=""/>
      <w:lvlJc w:val="left"/>
      <w:pPr>
        <w:ind w:left="3225" w:hanging="360"/>
      </w:pPr>
      <w:rPr>
        <w:rFonts w:ascii="Symbol" w:hAnsi="Symbol" w:hint="default"/>
      </w:rPr>
    </w:lvl>
    <w:lvl w:ilvl="4" w:tplc="04250003" w:tentative="1">
      <w:start w:val="1"/>
      <w:numFmt w:val="bullet"/>
      <w:lvlText w:val="o"/>
      <w:lvlJc w:val="left"/>
      <w:pPr>
        <w:ind w:left="3945" w:hanging="360"/>
      </w:pPr>
      <w:rPr>
        <w:rFonts w:ascii="Courier New" w:hAnsi="Courier New" w:hint="default"/>
      </w:rPr>
    </w:lvl>
    <w:lvl w:ilvl="5" w:tplc="04250005" w:tentative="1">
      <w:start w:val="1"/>
      <w:numFmt w:val="bullet"/>
      <w:lvlText w:val=""/>
      <w:lvlJc w:val="left"/>
      <w:pPr>
        <w:ind w:left="4665" w:hanging="360"/>
      </w:pPr>
      <w:rPr>
        <w:rFonts w:ascii="Wingdings" w:hAnsi="Wingdings" w:hint="default"/>
      </w:rPr>
    </w:lvl>
    <w:lvl w:ilvl="6" w:tplc="04250001" w:tentative="1">
      <w:start w:val="1"/>
      <w:numFmt w:val="bullet"/>
      <w:lvlText w:val=""/>
      <w:lvlJc w:val="left"/>
      <w:pPr>
        <w:ind w:left="5385" w:hanging="360"/>
      </w:pPr>
      <w:rPr>
        <w:rFonts w:ascii="Symbol" w:hAnsi="Symbol" w:hint="default"/>
      </w:rPr>
    </w:lvl>
    <w:lvl w:ilvl="7" w:tplc="04250003" w:tentative="1">
      <w:start w:val="1"/>
      <w:numFmt w:val="bullet"/>
      <w:lvlText w:val="o"/>
      <w:lvlJc w:val="left"/>
      <w:pPr>
        <w:ind w:left="6105" w:hanging="360"/>
      </w:pPr>
      <w:rPr>
        <w:rFonts w:ascii="Courier New" w:hAnsi="Courier New" w:hint="default"/>
      </w:rPr>
    </w:lvl>
    <w:lvl w:ilvl="8" w:tplc="04250005" w:tentative="1">
      <w:start w:val="1"/>
      <w:numFmt w:val="bullet"/>
      <w:lvlText w:val=""/>
      <w:lvlJc w:val="left"/>
      <w:pPr>
        <w:ind w:left="6825" w:hanging="360"/>
      </w:pPr>
      <w:rPr>
        <w:rFonts w:ascii="Wingdings" w:hAnsi="Wingdings" w:hint="default"/>
      </w:rPr>
    </w:lvl>
  </w:abstractNum>
  <w:abstractNum w:abstractNumId="6" w15:restartNumberingAfterBreak="0">
    <w:nsid w:val="7B7B733D"/>
    <w:multiLevelType w:val="hybridMultilevel"/>
    <w:tmpl w:val="3A9602CE"/>
    <w:lvl w:ilvl="0" w:tplc="E118D17E">
      <w:start w:val="5"/>
      <w:numFmt w:val="bullet"/>
      <w:lvlText w:val="-"/>
      <w:lvlJc w:val="left"/>
      <w:pPr>
        <w:ind w:left="1065" w:hanging="360"/>
      </w:pPr>
      <w:rPr>
        <w:rFonts w:ascii="Times New Roman" w:eastAsia="SimSun" w:hAnsi="Times New Roman" w:hint="default"/>
      </w:rPr>
    </w:lvl>
    <w:lvl w:ilvl="1" w:tplc="04250003">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381517146">
    <w:abstractNumId w:val="5"/>
  </w:num>
  <w:num w:numId="2" w16cid:durableId="1811632681">
    <w:abstractNumId w:val="3"/>
  </w:num>
  <w:num w:numId="3" w16cid:durableId="830564756">
    <w:abstractNumId w:val="0"/>
  </w:num>
  <w:num w:numId="4" w16cid:durableId="1133712354">
    <w:abstractNumId w:val="1"/>
  </w:num>
  <w:num w:numId="5" w16cid:durableId="434061936">
    <w:abstractNumId w:val="6"/>
  </w:num>
  <w:num w:numId="6" w16cid:durableId="1563323047">
    <w:abstractNumId w:val="2"/>
  </w:num>
  <w:num w:numId="7" w16cid:durableId="159917527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grammar="clean"/>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4752"/>
    <w:rsid w:val="000037ED"/>
    <w:rsid w:val="00005B4A"/>
    <w:rsid w:val="00005FF1"/>
    <w:rsid w:val="000067E2"/>
    <w:rsid w:val="00007124"/>
    <w:rsid w:val="0001045C"/>
    <w:rsid w:val="00010CEE"/>
    <w:rsid w:val="00012F60"/>
    <w:rsid w:val="00014EAA"/>
    <w:rsid w:val="00015184"/>
    <w:rsid w:val="00021D2D"/>
    <w:rsid w:val="00022BAE"/>
    <w:rsid w:val="0003279F"/>
    <w:rsid w:val="00036944"/>
    <w:rsid w:val="00051899"/>
    <w:rsid w:val="00051C1E"/>
    <w:rsid w:val="00052929"/>
    <w:rsid w:val="00056589"/>
    <w:rsid w:val="00056ADF"/>
    <w:rsid w:val="00060947"/>
    <w:rsid w:val="00072E35"/>
    <w:rsid w:val="000730DB"/>
    <w:rsid w:val="0007713A"/>
    <w:rsid w:val="00080552"/>
    <w:rsid w:val="00083AE5"/>
    <w:rsid w:val="00084898"/>
    <w:rsid w:val="000862E4"/>
    <w:rsid w:val="00087824"/>
    <w:rsid w:val="000913FC"/>
    <w:rsid w:val="00093B32"/>
    <w:rsid w:val="00094ECB"/>
    <w:rsid w:val="0009622C"/>
    <w:rsid w:val="000A1508"/>
    <w:rsid w:val="000A17B5"/>
    <w:rsid w:val="000A23F9"/>
    <w:rsid w:val="000B2E39"/>
    <w:rsid w:val="000B7C7D"/>
    <w:rsid w:val="000C5D0D"/>
    <w:rsid w:val="000D06BF"/>
    <w:rsid w:val="000D61AF"/>
    <w:rsid w:val="000E7466"/>
    <w:rsid w:val="000F2627"/>
    <w:rsid w:val="000F29B0"/>
    <w:rsid w:val="000F4D19"/>
    <w:rsid w:val="00104752"/>
    <w:rsid w:val="00111F37"/>
    <w:rsid w:val="001130D2"/>
    <w:rsid w:val="0011370B"/>
    <w:rsid w:val="00122E0C"/>
    <w:rsid w:val="00124999"/>
    <w:rsid w:val="001279C6"/>
    <w:rsid w:val="00146615"/>
    <w:rsid w:val="001523BD"/>
    <w:rsid w:val="00155B55"/>
    <w:rsid w:val="001609FC"/>
    <w:rsid w:val="001659F7"/>
    <w:rsid w:val="00167583"/>
    <w:rsid w:val="00167646"/>
    <w:rsid w:val="001704FA"/>
    <w:rsid w:val="0017294E"/>
    <w:rsid w:val="00172B55"/>
    <w:rsid w:val="00177948"/>
    <w:rsid w:val="001819ED"/>
    <w:rsid w:val="00182414"/>
    <w:rsid w:val="00185A99"/>
    <w:rsid w:val="0018612D"/>
    <w:rsid w:val="00192F1D"/>
    <w:rsid w:val="001950AA"/>
    <w:rsid w:val="001A1FD7"/>
    <w:rsid w:val="001A69DC"/>
    <w:rsid w:val="001A7D04"/>
    <w:rsid w:val="001B2687"/>
    <w:rsid w:val="001B410D"/>
    <w:rsid w:val="001B68F0"/>
    <w:rsid w:val="001B70A7"/>
    <w:rsid w:val="001B7BA2"/>
    <w:rsid w:val="001C2CE4"/>
    <w:rsid w:val="001C3153"/>
    <w:rsid w:val="001D4CFB"/>
    <w:rsid w:val="001D594E"/>
    <w:rsid w:val="001D6404"/>
    <w:rsid w:val="001D7842"/>
    <w:rsid w:val="001E050A"/>
    <w:rsid w:val="001E22FE"/>
    <w:rsid w:val="001E445A"/>
    <w:rsid w:val="001F325E"/>
    <w:rsid w:val="002008A2"/>
    <w:rsid w:val="002008E3"/>
    <w:rsid w:val="00202CF1"/>
    <w:rsid w:val="0020442A"/>
    <w:rsid w:val="00207687"/>
    <w:rsid w:val="002167C8"/>
    <w:rsid w:val="00217EFE"/>
    <w:rsid w:val="00217FD4"/>
    <w:rsid w:val="00221C41"/>
    <w:rsid w:val="0022433D"/>
    <w:rsid w:val="0022560F"/>
    <w:rsid w:val="00231357"/>
    <w:rsid w:val="00232469"/>
    <w:rsid w:val="002338F7"/>
    <w:rsid w:val="002450CA"/>
    <w:rsid w:val="0025049B"/>
    <w:rsid w:val="00250CAE"/>
    <w:rsid w:val="00253FC1"/>
    <w:rsid w:val="00256C98"/>
    <w:rsid w:val="00260408"/>
    <w:rsid w:val="00260BDA"/>
    <w:rsid w:val="0027448A"/>
    <w:rsid w:val="00275894"/>
    <w:rsid w:val="00280405"/>
    <w:rsid w:val="00281409"/>
    <w:rsid w:val="002820CD"/>
    <w:rsid w:val="002835BB"/>
    <w:rsid w:val="002847B9"/>
    <w:rsid w:val="002908DC"/>
    <w:rsid w:val="00292F8E"/>
    <w:rsid w:val="00293449"/>
    <w:rsid w:val="00294025"/>
    <w:rsid w:val="002A16D1"/>
    <w:rsid w:val="002A1B55"/>
    <w:rsid w:val="002B4EB5"/>
    <w:rsid w:val="002B61A1"/>
    <w:rsid w:val="002C1029"/>
    <w:rsid w:val="002C315B"/>
    <w:rsid w:val="002C4A96"/>
    <w:rsid w:val="002E5BB8"/>
    <w:rsid w:val="002E7138"/>
    <w:rsid w:val="002F254F"/>
    <w:rsid w:val="002F4399"/>
    <w:rsid w:val="002F5384"/>
    <w:rsid w:val="002F54F8"/>
    <w:rsid w:val="00301763"/>
    <w:rsid w:val="00303FA7"/>
    <w:rsid w:val="003040F8"/>
    <w:rsid w:val="003156E1"/>
    <w:rsid w:val="00323F92"/>
    <w:rsid w:val="00330CE4"/>
    <w:rsid w:val="0033185F"/>
    <w:rsid w:val="00332A64"/>
    <w:rsid w:val="00333FAF"/>
    <w:rsid w:val="00343327"/>
    <w:rsid w:val="00343E42"/>
    <w:rsid w:val="0034719C"/>
    <w:rsid w:val="00347789"/>
    <w:rsid w:val="00350317"/>
    <w:rsid w:val="00354059"/>
    <w:rsid w:val="00356AE8"/>
    <w:rsid w:val="003641EA"/>
    <w:rsid w:val="00366FF3"/>
    <w:rsid w:val="00367255"/>
    <w:rsid w:val="00381342"/>
    <w:rsid w:val="00383417"/>
    <w:rsid w:val="00383F38"/>
    <w:rsid w:val="00386C03"/>
    <w:rsid w:val="003914AC"/>
    <w:rsid w:val="0039230A"/>
    <w:rsid w:val="00394DCB"/>
    <w:rsid w:val="00396816"/>
    <w:rsid w:val="003A0F1F"/>
    <w:rsid w:val="003A6341"/>
    <w:rsid w:val="003B2A9C"/>
    <w:rsid w:val="003B5224"/>
    <w:rsid w:val="003C198A"/>
    <w:rsid w:val="003C6A2E"/>
    <w:rsid w:val="003D6BD7"/>
    <w:rsid w:val="003D6D41"/>
    <w:rsid w:val="003F1F8F"/>
    <w:rsid w:val="003F2A19"/>
    <w:rsid w:val="003F4A6B"/>
    <w:rsid w:val="003F5BA3"/>
    <w:rsid w:val="003F7348"/>
    <w:rsid w:val="003F76DF"/>
    <w:rsid w:val="004041CF"/>
    <w:rsid w:val="004049EC"/>
    <w:rsid w:val="00411F45"/>
    <w:rsid w:val="0041273B"/>
    <w:rsid w:val="00414F52"/>
    <w:rsid w:val="00415420"/>
    <w:rsid w:val="00416815"/>
    <w:rsid w:val="00416BAF"/>
    <w:rsid w:val="00420A94"/>
    <w:rsid w:val="00420C12"/>
    <w:rsid w:val="00421317"/>
    <w:rsid w:val="004220E7"/>
    <w:rsid w:val="00425579"/>
    <w:rsid w:val="004259EE"/>
    <w:rsid w:val="0043070E"/>
    <w:rsid w:val="00434B08"/>
    <w:rsid w:val="00435990"/>
    <w:rsid w:val="00435A13"/>
    <w:rsid w:val="00435B57"/>
    <w:rsid w:val="0044084D"/>
    <w:rsid w:val="00443B20"/>
    <w:rsid w:val="00445941"/>
    <w:rsid w:val="00445F1C"/>
    <w:rsid w:val="00454A61"/>
    <w:rsid w:val="004573AE"/>
    <w:rsid w:val="004576C3"/>
    <w:rsid w:val="004578CF"/>
    <w:rsid w:val="00463936"/>
    <w:rsid w:val="00465265"/>
    <w:rsid w:val="00474C37"/>
    <w:rsid w:val="00476C3D"/>
    <w:rsid w:val="004868C9"/>
    <w:rsid w:val="00487C45"/>
    <w:rsid w:val="00495245"/>
    <w:rsid w:val="004A54F1"/>
    <w:rsid w:val="004A5723"/>
    <w:rsid w:val="004B0550"/>
    <w:rsid w:val="004B2FDF"/>
    <w:rsid w:val="004C1391"/>
    <w:rsid w:val="004C2812"/>
    <w:rsid w:val="004C5F6B"/>
    <w:rsid w:val="004C7C75"/>
    <w:rsid w:val="004D35EC"/>
    <w:rsid w:val="004D405C"/>
    <w:rsid w:val="004E0D1B"/>
    <w:rsid w:val="004E2866"/>
    <w:rsid w:val="004E4D71"/>
    <w:rsid w:val="004F230C"/>
    <w:rsid w:val="005028BE"/>
    <w:rsid w:val="00504351"/>
    <w:rsid w:val="005109E7"/>
    <w:rsid w:val="00510A02"/>
    <w:rsid w:val="0051100C"/>
    <w:rsid w:val="0051796F"/>
    <w:rsid w:val="00521D9D"/>
    <w:rsid w:val="00522665"/>
    <w:rsid w:val="005228C9"/>
    <w:rsid w:val="00523EB6"/>
    <w:rsid w:val="005243B6"/>
    <w:rsid w:val="00527834"/>
    <w:rsid w:val="00527AEB"/>
    <w:rsid w:val="00527CD3"/>
    <w:rsid w:val="00530F52"/>
    <w:rsid w:val="00542F1F"/>
    <w:rsid w:val="00544442"/>
    <w:rsid w:val="00546204"/>
    <w:rsid w:val="00550B7B"/>
    <w:rsid w:val="00551E24"/>
    <w:rsid w:val="00557534"/>
    <w:rsid w:val="00560A92"/>
    <w:rsid w:val="005612A9"/>
    <w:rsid w:val="00561E27"/>
    <w:rsid w:val="00564569"/>
    <w:rsid w:val="00564C4C"/>
    <w:rsid w:val="00574263"/>
    <w:rsid w:val="005742E9"/>
    <w:rsid w:val="005778D6"/>
    <w:rsid w:val="00580E14"/>
    <w:rsid w:val="0058275D"/>
    <w:rsid w:val="00584FD8"/>
    <w:rsid w:val="00590B8D"/>
    <w:rsid w:val="00593252"/>
    <w:rsid w:val="00594C85"/>
    <w:rsid w:val="00595109"/>
    <w:rsid w:val="00595CE4"/>
    <w:rsid w:val="0059618D"/>
    <w:rsid w:val="005A050D"/>
    <w:rsid w:val="005A084E"/>
    <w:rsid w:val="005A1638"/>
    <w:rsid w:val="005A2689"/>
    <w:rsid w:val="005A2C68"/>
    <w:rsid w:val="005A3A9B"/>
    <w:rsid w:val="005A567D"/>
    <w:rsid w:val="005B15C4"/>
    <w:rsid w:val="005B202F"/>
    <w:rsid w:val="005B5CE1"/>
    <w:rsid w:val="005B610A"/>
    <w:rsid w:val="005C4090"/>
    <w:rsid w:val="005C5828"/>
    <w:rsid w:val="005C67AD"/>
    <w:rsid w:val="005C7B7F"/>
    <w:rsid w:val="005D1C41"/>
    <w:rsid w:val="005D2EF9"/>
    <w:rsid w:val="005D3672"/>
    <w:rsid w:val="005D3E64"/>
    <w:rsid w:val="005D74F8"/>
    <w:rsid w:val="005E076A"/>
    <w:rsid w:val="005E1232"/>
    <w:rsid w:val="005E157E"/>
    <w:rsid w:val="005E3AED"/>
    <w:rsid w:val="005E45BB"/>
    <w:rsid w:val="005F5F0B"/>
    <w:rsid w:val="00602834"/>
    <w:rsid w:val="006108F2"/>
    <w:rsid w:val="00610BE9"/>
    <w:rsid w:val="00613054"/>
    <w:rsid w:val="006133C2"/>
    <w:rsid w:val="00621702"/>
    <w:rsid w:val="00621EF5"/>
    <w:rsid w:val="00624560"/>
    <w:rsid w:val="00626263"/>
    <w:rsid w:val="0063261B"/>
    <w:rsid w:val="00632DEB"/>
    <w:rsid w:val="00644C7D"/>
    <w:rsid w:val="0064636C"/>
    <w:rsid w:val="00646507"/>
    <w:rsid w:val="0065168F"/>
    <w:rsid w:val="00651CEA"/>
    <w:rsid w:val="00652C8F"/>
    <w:rsid w:val="00653FB9"/>
    <w:rsid w:val="006553F5"/>
    <w:rsid w:val="00656D68"/>
    <w:rsid w:val="00670D5D"/>
    <w:rsid w:val="00676FE8"/>
    <w:rsid w:val="00680609"/>
    <w:rsid w:val="00680E65"/>
    <w:rsid w:val="0068755B"/>
    <w:rsid w:val="006927F9"/>
    <w:rsid w:val="00695334"/>
    <w:rsid w:val="006965C0"/>
    <w:rsid w:val="0069724D"/>
    <w:rsid w:val="006A01AC"/>
    <w:rsid w:val="006A1BA8"/>
    <w:rsid w:val="006B0741"/>
    <w:rsid w:val="006B3611"/>
    <w:rsid w:val="006B57A8"/>
    <w:rsid w:val="006B7423"/>
    <w:rsid w:val="006B798C"/>
    <w:rsid w:val="006C5CBF"/>
    <w:rsid w:val="006C62F6"/>
    <w:rsid w:val="006C697B"/>
    <w:rsid w:val="006D0B27"/>
    <w:rsid w:val="006D4018"/>
    <w:rsid w:val="006D4353"/>
    <w:rsid w:val="006D50B6"/>
    <w:rsid w:val="006E16BD"/>
    <w:rsid w:val="006E67AD"/>
    <w:rsid w:val="006F3BB9"/>
    <w:rsid w:val="006F4026"/>
    <w:rsid w:val="006F4033"/>
    <w:rsid w:val="006F6551"/>
    <w:rsid w:val="006F72D7"/>
    <w:rsid w:val="006F7859"/>
    <w:rsid w:val="00700060"/>
    <w:rsid w:val="007017BE"/>
    <w:rsid w:val="007056E1"/>
    <w:rsid w:val="00713327"/>
    <w:rsid w:val="00720285"/>
    <w:rsid w:val="00723639"/>
    <w:rsid w:val="00725D59"/>
    <w:rsid w:val="00727085"/>
    <w:rsid w:val="00730C7D"/>
    <w:rsid w:val="00733A98"/>
    <w:rsid w:val="00734335"/>
    <w:rsid w:val="00741864"/>
    <w:rsid w:val="007425E3"/>
    <w:rsid w:val="00753EE5"/>
    <w:rsid w:val="0075689D"/>
    <w:rsid w:val="0075695A"/>
    <w:rsid w:val="00761746"/>
    <w:rsid w:val="00765E93"/>
    <w:rsid w:val="00766746"/>
    <w:rsid w:val="00772AB6"/>
    <w:rsid w:val="00772DF7"/>
    <w:rsid w:val="007737CF"/>
    <w:rsid w:val="00782F12"/>
    <w:rsid w:val="00785771"/>
    <w:rsid w:val="0078584C"/>
    <w:rsid w:val="00786D0F"/>
    <w:rsid w:val="00792DE7"/>
    <w:rsid w:val="00792E10"/>
    <w:rsid w:val="007A10C1"/>
    <w:rsid w:val="007A1DE8"/>
    <w:rsid w:val="007A71D6"/>
    <w:rsid w:val="007A752B"/>
    <w:rsid w:val="007B090C"/>
    <w:rsid w:val="007B4CFA"/>
    <w:rsid w:val="007B5707"/>
    <w:rsid w:val="007B771D"/>
    <w:rsid w:val="007B7E38"/>
    <w:rsid w:val="007C57E8"/>
    <w:rsid w:val="007C6A9C"/>
    <w:rsid w:val="007C7F49"/>
    <w:rsid w:val="007D480B"/>
    <w:rsid w:val="007D54FC"/>
    <w:rsid w:val="007E3AB9"/>
    <w:rsid w:val="0080171B"/>
    <w:rsid w:val="00803793"/>
    <w:rsid w:val="00804E1D"/>
    <w:rsid w:val="00805301"/>
    <w:rsid w:val="00811010"/>
    <w:rsid w:val="00812EEB"/>
    <w:rsid w:val="0081516E"/>
    <w:rsid w:val="00821271"/>
    <w:rsid w:val="00823C87"/>
    <w:rsid w:val="00825D18"/>
    <w:rsid w:val="008302D5"/>
    <w:rsid w:val="008337B3"/>
    <w:rsid w:val="0083517D"/>
    <w:rsid w:val="00835858"/>
    <w:rsid w:val="008410E6"/>
    <w:rsid w:val="00852E7C"/>
    <w:rsid w:val="00852F84"/>
    <w:rsid w:val="00853256"/>
    <w:rsid w:val="00857226"/>
    <w:rsid w:val="00866401"/>
    <w:rsid w:val="0087036C"/>
    <w:rsid w:val="00871F21"/>
    <w:rsid w:val="008919F2"/>
    <w:rsid w:val="00891A13"/>
    <w:rsid w:val="00891F67"/>
    <w:rsid w:val="0089541F"/>
    <w:rsid w:val="008976F8"/>
    <w:rsid w:val="008A00B4"/>
    <w:rsid w:val="008A6C5E"/>
    <w:rsid w:val="008B041F"/>
    <w:rsid w:val="008B08D8"/>
    <w:rsid w:val="008B1713"/>
    <w:rsid w:val="008B6DEA"/>
    <w:rsid w:val="008C61AD"/>
    <w:rsid w:val="008C75D3"/>
    <w:rsid w:val="008C7B85"/>
    <w:rsid w:val="008D09CC"/>
    <w:rsid w:val="008D147B"/>
    <w:rsid w:val="008D4634"/>
    <w:rsid w:val="008D653F"/>
    <w:rsid w:val="008D658E"/>
    <w:rsid w:val="008D662A"/>
    <w:rsid w:val="008E6EC5"/>
    <w:rsid w:val="008F0B50"/>
    <w:rsid w:val="008F1AC1"/>
    <w:rsid w:val="008F1E41"/>
    <w:rsid w:val="008F44B0"/>
    <w:rsid w:val="008F6715"/>
    <w:rsid w:val="00900844"/>
    <w:rsid w:val="009015D8"/>
    <w:rsid w:val="0090200A"/>
    <w:rsid w:val="00902A00"/>
    <w:rsid w:val="00902D8B"/>
    <w:rsid w:val="00903786"/>
    <w:rsid w:val="009037F8"/>
    <w:rsid w:val="00910447"/>
    <w:rsid w:val="0091057C"/>
    <w:rsid w:val="0091170D"/>
    <w:rsid w:val="009132D2"/>
    <w:rsid w:val="0091675B"/>
    <w:rsid w:val="00916E86"/>
    <w:rsid w:val="0091786B"/>
    <w:rsid w:val="00921F69"/>
    <w:rsid w:val="00924211"/>
    <w:rsid w:val="00924F10"/>
    <w:rsid w:val="00926735"/>
    <w:rsid w:val="009316EF"/>
    <w:rsid w:val="00933995"/>
    <w:rsid w:val="00936658"/>
    <w:rsid w:val="00936BC1"/>
    <w:rsid w:val="009370A4"/>
    <w:rsid w:val="0094114B"/>
    <w:rsid w:val="0094184E"/>
    <w:rsid w:val="00941F2B"/>
    <w:rsid w:val="00943834"/>
    <w:rsid w:val="00944214"/>
    <w:rsid w:val="009462BF"/>
    <w:rsid w:val="00946E19"/>
    <w:rsid w:val="009476D6"/>
    <w:rsid w:val="009502E2"/>
    <w:rsid w:val="00950312"/>
    <w:rsid w:val="00952CFA"/>
    <w:rsid w:val="00954C7B"/>
    <w:rsid w:val="0096604C"/>
    <w:rsid w:val="00983528"/>
    <w:rsid w:val="0098698A"/>
    <w:rsid w:val="00991178"/>
    <w:rsid w:val="00991A5C"/>
    <w:rsid w:val="00994D2F"/>
    <w:rsid w:val="00995B6F"/>
    <w:rsid w:val="00995F49"/>
    <w:rsid w:val="009A1A23"/>
    <w:rsid w:val="009A1B7D"/>
    <w:rsid w:val="009A1B84"/>
    <w:rsid w:val="009A7F38"/>
    <w:rsid w:val="009B081D"/>
    <w:rsid w:val="009C1612"/>
    <w:rsid w:val="009C28C9"/>
    <w:rsid w:val="009C3B59"/>
    <w:rsid w:val="009C4399"/>
    <w:rsid w:val="009C5556"/>
    <w:rsid w:val="009D0FE6"/>
    <w:rsid w:val="009D3D97"/>
    <w:rsid w:val="009D472D"/>
    <w:rsid w:val="009E2DC8"/>
    <w:rsid w:val="009E6E1A"/>
    <w:rsid w:val="009E7F4A"/>
    <w:rsid w:val="009F47EC"/>
    <w:rsid w:val="00A01BD9"/>
    <w:rsid w:val="00A10E66"/>
    <w:rsid w:val="00A1244E"/>
    <w:rsid w:val="00A13FDE"/>
    <w:rsid w:val="00A15025"/>
    <w:rsid w:val="00A15C86"/>
    <w:rsid w:val="00A17581"/>
    <w:rsid w:val="00A21D79"/>
    <w:rsid w:val="00A37633"/>
    <w:rsid w:val="00A41AAC"/>
    <w:rsid w:val="00A444DB"/>
    <w:rsid w:val="00A547EB"/>
    <w:rsid w:val="00A55CF9"/>
    <w:rsid w:val="00A6223F"/>
    <w:rsid w:val="00A71EE4"/>
    <w:rsid w:val="00A73BE7"/>
    <w:rsid w:val="00A73F17"/>
    <w:rsid w:val="00A769C8"/>
    <w:rsid w:val="00A7725C"/>
    <w:rsid w:val="00A8664B"/>
    <w:rsid w:val="00A87B91"/>
    <w:rsid w:val="00A959E8"/>
    <w:rsid w:val="00AA12C1"/>
    <w:rsid w:val="00AA15A5"/>
    <w:rsid w:val="00AA1982"/>
    <w:rsid w:val="00AB6511"/>
    <w:rsid w:val="00AC2041"/>
    <w:rsid w:val="00AC25DE"/>
    <w:rsid w:val="00AC4752"/>
    <w:rsid w:val="00AC574F"/>
    <w:rsid w:val="00AC663E"/>
    <w:rsid w:val="00AD2183"/>
    <w:rsid w:val="00AD2EA7"/>
    <w:rsid w:val="00AD6AE8"/>
    <w:rsid w:val="00AE02A8"/>
    <w:rsid w:val="00AF088B"/>
    <w:rsid w:val="00AF41C2"/>
    <w:rsid w:val="00AF55CC"/>
    <w:rsid w:val="00B008D9"/>
    <w:rsid w:val="00B06E7B"/>
    <w:rsid w:val="00B11D68"/>
    <w:rsid w:val="00B12052"/>
    <w:rsid w:val="00B21585"/>
    <w:rsid w:val="00B21864"/>
    <w:rsid w:val="00B2251F"/>
    <w:rsid w:val="00B23F3E"/>
    <w:rsid w:val="00B25C44"/>
    <w:rsid w:val="00B364A6"/>
    <w:rsid w:val="00B4154C"/>
    <w:rsid w:val="00B47EA6"/>
    <w:rsid w:val="00B52CD2"/>
    <w:rsid w:val="00B531F2"/>
    <w:rsid w:val="00B553B1"/>
    <w:rsid w:val="00B5771F"/>
    <w:rsid w:val="00B66E82"/>
    <w:rsid w:val="00B71729"/>
    <w:rsid w:val="00B751FD"/>
    <w:rsid w:val="00B75867"/>
    <w:rsid w:val="00B77F1A"/>
    <w:rsid w:val="00B92E8A"/>
    <w:rsid w:val="00B9387F"/>
    <w:rsid w:val="00B9486A"/>
    <w:rsid w:val="00B957AF"/>
    <w:rsid w:val="00B96EA6"/>
    <w:rsid w:val="00BA1747"/>
    <w:rsid w:val="00BA412C"/>
    <w:rsid w:val="00BB0B23"/>
    <w:rsid w:val="00BB101A"/>
    <w:rsid w:val="00BB673B"/>
    <w:rsid w:val="00BB7E4C"/>
    <w:rsid w:val="00BC1A62"/>
    <w:rsid w:val="00BC1CE9"/>
    <w:rsid w:val="00BC5A7E"/>
    <w:rsid w:val="00BC5A97"/>
    <w:rsid w:val="00BD078E"/>
    <w:rsid w:val="00BD0DC3"/>
    <w:rsid w:val="00BD1FFD"/>
    <w:rsid w:val="00BD2102"/>
    <w:rsid w:val="00BD21DE"/>
    <w:rsid w:val="00BD3CCF"/>
    <w:rsid w:val="00BD491B"/>
    <w:rsid w:val="00BD6CA7"/>
    <w:rsid w:val="00BE0CC9"/>
    <w:rsid w:val="00BE7009"/>
    <w:rsid w:val="00BE791B"/>
    <w:rsid w:val="00BF0A36"/>
    <w:rsid w:val="00BF4D7C"/>
    <w:rsid w:val="00C07BF5"/>
    <w:rsid w:val="00C10720"/>
    <w:rsid w:val="00C10CBF"/>
    <w:rsid w:val="00C14DCC"/>
    <w:rsid w:val="00C16180"/>
    <w:rsid w:val="00C2433A"/>
    <w:rsid w:val="00C24F66"/>
    <w:rsid w:val="00C27B07"/>
    <w:rsid w:val="00C32262"/>
    <w:rsid w:val="00C34688"/>
    <w:rsid w:val="00C36608"/>
    <w:rsid w:val="00C41FC5"/>
    <w:rsid w:val="00C42555"/>
    <w:rsid w:val="00C43DF7"/>
    <w:rsid w:val="00C44197"/>
    <w:rsid w:val="00C511CD"/>
    <w:rsid w:val="00C54367"/>
    <w:rsid w:val="00C55772"/>
    <w:rsid w:val="00C55ACC"/>
    <w:rsid w:val="00C637AD"/>
    <w:rsid w:val="00C6739C"/>
    <w:rsid w:val="00C74711"/>
    <w:rsid w:val="00C76C89"/>
    <w:rsid w:val="00C778D2"/>
    <w:rsid w:val="00C80D74"/>
    <w:rsid w:val="00C82D93"/>
    <w:rsid w:val="00C83346"/>
    <w:rsid w:val="00C9092B"/>
    <w:rsid w:val="00C93536"/>
    <w:rsid w:val="00C9418C"/>
    <w:rsid w:val="00C94F09"/>
    <w:rsid w:val="00CA4C52"/>
    <w:rsid w:val="00CA5688"/>
    <w:rsid w:val="00CA583B"/>
    <w:rsid w:val="00CA5F0B"/>
    <w:rsid w:val="00CB4588"/>
    <w:rsid w:val="00CC014F"/>
    <w:rsid w:val="00CC16EF"/>
    <w:rsid w:val="00CC2EC4"/>
    <w:rsid w:val="00CC48F1"/>
    <w:rsid w:val="00CC739B"/>
    <w:rsid w:val="00CD0632"/>
    <w:rsid w:val="00CD2A87"/>
    <w:rsid w:val="00CD6950"/>
    <w:rsid w:val="00CD74BB"/>
    <w:rsid w:val="00CD7980"/>
    <w:rsid w:val="00CE1608"/>
    <w:rsid w:val="00CE1E52"/>
    <w:rsid w:val="00CE2747"/>
    <w:rsid w:val="00CF0C74"/>
    <w:rsid w:val="00CF0D30"/>
    <w:rsid w:val="00CF2B77"/>
    <w:rsid w:val="00CF3756"/>
    <w:rsid w:val="00CF3ABF"/>
    <w:rsid w:val="00CF4303"/>
    <w:rsid w:val="00CF599F"/>
    <w:rsid w:val="00D02A1D"/>
    <w:rsid w:val="00D1126F"/>
    <w:rsid w:val="00D12C7C"/>
    <w:rsid w:val="00D14C64"/>
    <w:rsid w:val="00D14E10"/>
    <w:rsid w:val="00D17349"/>
    <w:rsid w:val="00D20933"/>
    <w:rsid w:val="00D243FB"/>
    <w:rsid w:val="00D258C8"/>
    <w:rsid w:val="00D27CED"/>
    <w:rsid w:val="00D30B09"/>
    <w:rsid w:val="00D346D8"/>
    <w:rsid w:val="00D36069"/>
    <w:rsid w:val="00D40650"/>
    <w:rsid w:val="00D412AD"/>
    <w:rsid w:val="00D41978"/>
    <w:rsid w:val="00D45540"/>
    <w:rsid w:val="00D46414"/>
    <w:rsid w:val="00D47613"/>
    <w:rsid w:val="00D50919"/>
    <w:rsid w:val="00D5432E"/>
    <w:rsid w:val="00D57046"/>
    <w:rsid w:val="00D72B3F"/>
    <w:rsid w:val="00D72D06"/>
    <w:rsid w:val="00D74069"/>
    <w:rsid w:val="00D7667D"/>
    <w:rsid w:val="00D8023D"/>
    <w:rsid w:val="00D81F7B"/>
    <w:rsid w:val="00D83E7D"/>
    <w:rsid w:val="00D871BA"/>
    <w:rsid w:val="00D872F1"/>
    <w:rsid w:val="00D879F5"/>
    <w:rsid w:val="00D94780"/>
    <w:rsid w:val="00DA1371"/>
    <w:rsid w:val="00DA1C17"/>
    <w:rsid w:val="00DA57EA"/>
    <w:rsid w:val="00DA7A5E"/>
    <w:rsid w:val="00DB1890"/>
    <w:rsid w:val="00DB242F"/>
    <w:rsid w:val="00DB365B"/>
    <w:rsid w:val="00DB6542"/>
    <w:rsid w:val="00DC2C73"/>
    <w:rsid w:val="00DC2F30"/>
    <w:rsid w:val="00DC3C23"/>
    <w:rsid w:val="00DE2C4E"/>
    <w:rsid w:val="00DE4761"/>
    <w:rsid w:val="00DE7389"/>
    <w:rsid w:val="00DF44DF"/>
    <w:rsid w:val="00DF6413"/>
    <w:rsid w:val="00DF7215"/>
    <w:rsid w:val="00DF76D8"/>
    <w:rsid w:val="00E023F6"/>
    <w:rsid w:val="00E02638"/>
    <w:rsid w:val="00E03DBB"/>
    <w:rsid w:val="00E14FA4"/>
    <w:rsid w:val="00E14FF1"/>
    <w:rsid w:val="00E2340B"/>
    <w:rsid w:val="00E255E8"/>
    <w:rsid w:val="00E25EC0"/>
    <w:rsid w:val="00E3009B"/>
    <w:rsid w:val="00E30840"/>
    <w:rsid w:val="00E3422D"/>
    <w:rsid w:val="00E3626C"/>
    <w:rsid w:val="00E3749D"/>
    <w:rsid w:val="00E40D4F"/>
    <w:rsid w:val="00E40F33"/>
    <w:rsid w:val="00E448AD"/>
    <w:rsid w:val="00E4667A"/>
    <w:rsid w:val="00E5099E"/>
    <w:rsid w:val="00E50D29"/>
    <w:rsid w:val="00E5143D"/>
    <w:rsid w:val="00E5167B"/>
    <w:rsid w:val="00E56252"/>
    <w:rsid w:val="00E5771F"/>
    <w:rsid w:val="00E616F8"/>
    <w:rsid w:val="00E62369"/>
    <w:rsid w:val="00E63821"/>
    <w:rsid w:val="00E65332"/>
    <w:rsid w:val="00E7127D"/>
    <w:rsid w:val="00E73745"/>
    <w:rsid w:val="00E73E22"/>
    <w:rsid w:val="00E7543E"/>
    <w:rsid w:val="00E75D82"/>
    <w:rsid w:val="00E82325"/>
    <w:rsid w:val="00E836EB"/>
    <w:rsid w:val="00E86A3E"/>
    <w:rsid w:val="00E9251C"/>
    <w:rsid w:val="00EA08C8"/>
    <w:rsid w:val="00EA6062"/>
    <w:rsid w:val="00EB1222"/>
    <w:rsid w:val="00EB18B2"/>
    <w:rsid w:val="00EB3E3F"/>
    <w:rsid w:val="00EC62DD"/>
    <w:rsid w:val="00ED1B6E"/>
    <w:rsid w:val="00ED3252"/>
    <w:rsid w:val="00ED510E"/>
    <w:rsid w:val="00ED6DE2"/>
    <w:rsid w:val="00EE19E3"/>
    <w:rsid w:val="00EE4BC3"/>
    <w:rsid w:val="00EF1D4A"/>
    <w:rsid w:val="00EF6F0E"/>
    <w:rsid w:val="00EF7507"/>
    <w:rsid w:val="00F009CF"/>
    <w:rsid w:val="00F035E6"/>
    <w:rsid w:val="00F15734"/>
    <w:rsid w:val="00F20751"/>
    <w:rsid w:val="00F21B75"/>
    <w:rsid w:val="00F23D90"/>
    <w:rsid w:val="00F255A9"/>
    <w:rsid w:val="00F36E47"/>
    <w:rsid w:val="00F3767A"/>
    <w:rsid w:val="00F409DC"/>
    <w:rsid w:val="00F4111B"/>
    <w:rsid w:val="00F42D35"/>
    <w:rsid w:val="00F44E23"/>
    <w:rsid w:val="00F45E43"/>
    <w:rsid w:val="00F4761E"/>
    <w:rsid w:val="00F52C86"/>
    <w:rsid w:val="00F56304"/>
    <w:rsid w:val="00F578A9"/>
    <w:rsid w:val="00F609F5"/>
    <w:rsid w:val="00F60CBC"/>
    <w:rsid w:val="00F60F98"/>
    <w:rsid w:val="00F64137"/>
    <w:rsid w:val="00F64BB9"/>
    <w:rsid w:val="00F65831"/>
    <w:rsid w:val="00F6607C"/>
    <w:rsid w:val="00F72025"/>
    <w:rsid w:val="00F7610C"/>
    <w:rsid w:val="00F805CF"/>
    <w:rsid w:val="00F81624"/>
    <w:rsid w:val="00F821D5"/>
    <w:rsid w:val="00F908AF"/>
    <w:rsid w:val="00F91465"/>
    <w:rsid w:val="00F92DF3"/>
    <w:rsid w:val="00F95F06"/>
    <w:rsid w:val="00F9645B"/>
    <w:rsid w:val="00F9773D"/>
    <w:rsid w:val="00FA54FA"/>
    <w:rsid w:val="00FB4AB1"/>
    <w:rsid w:val="00FC0529"/>
    <w:rsid w:val="00FC267C"/>
    <w:rsid w:val="00FC5DFE"/>
    <w:rsid w:val="00FD0FF7"/>
    <w:rsid w:val="00FD1379"/>
    <w:rsid w:val="00FD377A"/>
    <w:rsid w:val="00FD55F2"/>
    <w:rsid w:val="00FD6348"/>
    <w:rsid w:val="00FE0E5F"/>
    <w:rsid w:val="00FE3FAA"/>
    <w:rsid w:val="00FE51A8"/>
    <w:rsid w:val="00FF0B77"/>
    <w:rsid w:val="00FF1F1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B874348"/>
  <w14:defaultImageDpi w14:val="0"/>
  <w15:docId w15:val="{85057897-C001-4316-9352-6DB2BC69F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35" w:qFormat="1"/>
    <w:lsdException w:name="List" w:semiHidden="1" w:uiPriority="0" w:unhideWhenUsed="1"/>
    <w:lsdException w:name="List Number" w:semiHidden="1" w:unhideWhenUsed="1"/>
    <w:lsdException w:name="List 2" w:semiHidden="1" w:uiPriority="0"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Pealkiri1">
    <w:name w:val="heading 1"/>
    <w:basedOn w:val="Normaallaad"/>
    <w:next w:val="Normaallaad"/>
    <w:link w:val="Pealkiri1Mrk"/>
    <w:uiPriority w:val="9"/>
    <w:qFormat/>
    <w:rsid w:val="00595CE4"/>
    <w:pPr>
      <w:keepNext/>
      <w:keepLines/>
      <w:spacing w:before="240"/>
      <w:outlineLvl w:val="0"/>
    </w:pPr>
    <w:rPr>
      <w:rFonts w:asciiTheme="majorHAnsi" w:eastAsiaTheme="majorEastAsia" w:hAnsiTheme="majorHAnsi" w:cs="Mangal"/>
      <w:color w:val="365F91" w:themeColor="accent1" w:themeShade="BF"/>
      <w:sz w:val="32"/>
      <w:szCs w:val="29"/>
    </w:rPr>
  </w:style>
  <w:style w:type="paragraph" w:styleId="Pealkiri2">
    <w:name w:val="heading 2"/>
    <w:basedOn w:val="Normaallaad"/>
    <w:next w:val="Normaallaad"/>
    <w:link w:val="Pealkiri2Mrk"/>
    <w:uiPriority w:val="9"/>
    <w:semiHidden/>
    <w:unhideWhenUsed/>
    <w:qFormat/>
    <w:rsid w:val="00E65332"/>
    <w:pPr>
      <w:keepNext/>
      <w:keepLines/>
      <w:spacing w:before="40"/>
      <w:outlineLvl w:val="1"/>
    </w:pPr>
    <w:rPr>
      <w:rFonts w:asciiTheme="majorHAnsi" w:eastAsiaTheme="majorEastAsia" w:hAnsiTheme="majorHAnsi" w:cs="Mangal"/>
      <w:color w:val="365F91" w:themeColor="accent1" w:themeShade="BF"/>
      <w:sz w:val="26"/>
      <w:szCs w:val="23"/>
    </w:rPr>
  </w:style>
  <w:style w:type="paragraph" w:styleId="Pealkiri4">
    <w:name w:val="heading 4"/>
    <w:basedOn w:val="Normaallaad"/>
    <w:next w:val="Normaallaad"/>
    <w:link w:val="Pealkiri4Mrk"/>
    <w:uiPriority w:val="9"/>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Pealkiri5">
    <w:name w:val="heading 5"/>
    <w:basedOn w:val="Normaallaad"/>
    <w:next w:val="Normaallaad"/>
    <w:link w:val="Pealkiri5Mrk"/>
    <w:uiPriority w:val="9"/>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Pealkiri6">
    <w:name w:val="heading 6"/>
    <w:basedOn w:val="Normaallaad"/>
    <w:next w:val="Normaallaad"/>
    <w:link w:val="Pealkiri6Mrk"/>
    <w:uiPriority w:val="9"/>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Pealkiri7">
    <w:name w:val="heading 7"/>
    <w:basedOn w:val="Normaallaad"/>
    <w:next w:val="Normaallaad"/>
    <w:link w:val="Pealkiri7Mrk"/>
    <w:uiPriority w:val="9"/>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Pealkiri8">
    <w:name w:val="heading 8"/>
    <w:basedOn w:val="Normaallaad"/>
    <w:next w:val="Normaallaad"/>
    <w:link w:val="Pealkiri8Mrk"/>
    <w:uiPriority w:val="9"/>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Pealkiri9">
    <w:name w:val="heading 9"/>
    <w:basedOn w:val="Normaallaad"/>
    <w:next w:val="Normaallaad"/>
    <w:link w:val="Pealkiri9Mrk"/>
    <w:uiPriority w:val="9"/>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locked/>
    <w:rsid w:val="00595CE4"/>
    <w:rPr>
      <w:rFonts w:asciiTheme="majorHAnsi" w:eastAsiaTheme="majorEastAsia" w:hAnsiTheme="majorHAnsi" w:cs="Mangal"/>
      <w:color w:val="365F91" w:themeColor="accent1" w:themeShade="BF"/>
      <w:kern w:val="1"/>
      <w:sz w:val="29"/>
      <w:szCs w:val="29"/>
      <w:lang w:val="x-none" w:eastAsia="zh-CN" w:bidi="hi-IN"/>
    </w:rPr>
  </w:style>
  <w:style w:type="character" w:customStyle="1" w:styleId="Pealkiri4Mrk">
    <w:name w:val="Pealkiri 4 Märk"/>
    <w:basedOn w:val="Liguvaikefont"/>
    <w:link w:val="Pealkiri4"/>
    <w:uiPriority w:val="9"/>
    <w:locked/>
    <w:rsid w:val="00DF44DF"/>
    <w:rPr>
      <w:rFonts w:cs="Times New Roman"/>
      <w:b/>
      <w:bCs/>
      <w:color w:val="000000"/>
      <w:sz w:val="28"/>
      <w:szCs w:val="28"/>
      <w:u w:color="000000"/>
    </w:rPr>
  </w:style>
  <w:style w:type="character" w:customStyle="1" w:styleId="Pealkiri5Mrk">
    <w:name w:val="Pealkiri 5 Märk"/>
    <w:basedOn w:val="Liguvaikefont"/>
    <w:link w:val="Pealkiri5"/>
    <w:uiPriority w:val="9"/>
    <w:locked/>
    <w:rsid w:val="00DF44DF"/>
    <w:rPr>
      <w:rFonts w:cs="Times New Roman"/>
      <w:b/>
      <w:bCs/>
      <w:i/>
      <w:iCs/>
      <w:color w:val="000000"/>
      <w:sz w:val="26"/>
      <w:szCs w:val="26"/>
      <w:u w:color="000000"/>
    </w:rPr>
  </w:style>
  <w:style w:type="character" w:customStyle="1" w:styleId="Pealkiri6Mrk">
    <w:name w:val="Pealkiri 6 Märk"/>
    <w:basedOn w:val="Liguvaikefont"/>
    <w:link w:val="Pealkiri6"/>
    <w:uiPriority w:val="9"/>
    <w:locked/>
    <w:rsid w:val="00DF44DF"/>
    <w:rPr>
      <w:rFonts w:cs="Times New Roman"/>
      <w:b/>
      <w:bCs/>
      <w:color w:val="000000"/>
      <w:sz w:val="22"/>
      <w:szCs w:val="22"/>
      <w:u w:color="000000"/>
    </w:rPr>
  </w:style>
  <w:style w:type="character" w:customStyle="1" w:styleId="Pealkiri7Mrk">
    <w:name w:val="Pealkiri 7 Märk"/>
    <w:basedOn w:val="Liguvaikefont"/>
    <w:link w:val="Pealkiri7"/>
    <w:uiPriority w:val="9"/>
    <w:locked/>
    <w:rsid w:val="00DF44DF"/>
    <w:rPr>
      <w:rFonts w:cs="Times New Roman"/>
      <w:color w:val="000000"/>
      <w:sz w:val="24"/>
      <w:szCs w:val="24"/>
      <w:u w:color="000000"/>
    </w:rPr>
  </w:style>
  <w:style w:type="character" w:customStyle="1" w:styleId="Pealkiri8Mrk">
    <w:name w:val="Pealkiri 8 Märk"/>
    <w:basedOn w:val="Liguvaikefont"/>
    <w:link w:val="Pealkiri8"/>
    <w:uiPriority w:val="9"/>
    <w:locked/>
    <w:rsid w:val="00DF44DF"/>
    <w:rPr>
      <w:rFonts w:cs="Times New Roman"/>
      <w:i/>
      <w:iCs/>
      <w:color w:val="000000"/>
      <w:sz w:val="24"/>
      <w:szCs w:val="24"/>
      <w:u w:color="000000"/>
    </w:rPr>
  </w:style>
  <w:style w:type="character" w:customStyle="1" w:styleId="Pealkiri9Mrk">
    <w:name w:val="Pealkiri 9 Märk"/>
    <w:basedOn w:val="Liguvaikefont"/>
    <w:link w:val="Pealkiri9"/>
    <w:uiPriority w:val="9"/>
    <w:locked/>
    <w:rsid w:val="00DF44DF"/>
    <w:rPr>
      <w:rFonts w:ascii="Arial" w:hAnsi="Arial" w:cs="Arial"/>
      <w:color w:val="000000"/>
      <w:sz w:val="22"/>
      <w:szCs w:val="22"/>
      <w:u w:color="000000"/>
    </w:rPr>
  </w:style>
  <w:style w:type="character" w:customStyle="1" w:styleId="NumberingSymbols">
    <w:name w:val="Numbering Symbols"/>
    <w:rsid w:val="00D40650"/>
  </w:style>
  <w:style w:type="character" w:styleId="Hperlink">
    <w:name w:val="Hyperlink"/>
    <w:basedOn w:val="Liguvaikefont"/>
    <w:uiPriority w:val="99"/>
    <w:rsid w:val="00D40650"/>
    <w:rPr>
      <w:rFonts w:cs="Times New Roman"/>
      <w:color w:val="000080"/>
      <w:u w:val="single"/>
    </w:rPr>
  </w:style>
  <w:style w:type="paragraph" w:customStyle="1" w:styleId="Heading">
    <w:name w:val="Heading"/>
    <w:basedOn w:val="Normaallaad"/>
    <w:next w:val="Normaallaad"/>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eastAsia="SimSun" w:cs="Mangal"/>
      <w:kern w:val="1"/>
      <w:szCs w:val="24"/>
      <w:lang w:eastAsia="zh-CN" w:bidi="hi-IN"/>
    </w:rPr>
  </w:style>
  <w:style w:type="paragraph" w:styleId="Loend">
    <w:name w:val="List"/>
    <w:basedOn w:val="Normaallaad"/>
    <w:uiPriority w:val="99"/>
    <w:rsid w:val="00546204"/>
    <w:pPr>
      <w:spacing w:after="120"/>
    </w:pPr>
  </w:style>
  <w:style w:type="paragraph" w:styleId="Pis">
    <w:name w:val="header"/>
    <w:basedOn w:val="Normaallaad"/>
    <w:link w:val="PisMrk"/>
    <w:uiPriority w:val="99"/>
    <w:unhideWhenUsed/>
    <w:rsid w:val="007056E1"/>
    <w:pPr>
      <w:tabs>
        <w:tab w:val="center" w:pos="4536"/>
        <w:tab w:val="right" w:pos="9072"/>
      </w:tabs>
      <w:spacing w:line="240" w:lineRule="auto"/>
    </w:pPr>
    <w:rPr>
      <w:rFonts w:cs="Mangal"/>
      <w:szCs w:val="21"/>
    </w:rPr>
  </w:style>
  <w:style w:type="character" w:customStyle="1" w:styleId="PisMrk">
    <w:name w:val="Päis Märk"/>
    <w:basedOn w:val="Liguvaikefont"/>
    <w:link w:val="Pis"/>
    <w:uiPriority w:val="99"/>
    <w:locked/>
    <w:rsid w:val="007056E1"/>
    <w:rPr>
      <w:rFonts w:eastAsia="SimSun" w:cs="Mangal"/>
      <w:kern w:val="1"/>
      <w:sz w:val="21"/>
      <w:szCs w:val="21"/>
      <w:lang w:val="x-none" w:eastAsia="zh-CN" w:bidi="hi-IN"/>
    </w:rPr>
  </w:style>
  <w:style w:type="paragraph" w:customStyle="1" w:styleId="Index">
    <w:name w:val="Index"/>
    <w:basedOn w:val="Normaallaad"/>
    <w:rsid w:val="00D40650"/>
    <w:pPr>
      <w:suppressLineNumbers/>
    </w:pPr>
  </w:style>
  <w:style w:type="paragraph" w:styleId="Jalus">
    <w:name w:val="footer"/>
    <w:basedOn w:val="Normaallaad"/>
    <w:link w:val="JalusMrk"/>
    <w:uiPriority w:val="99"/>
    <w:unhideWhenUsed/>
    <w:rsid w:val="007056E1"/>
    <w:pPr>
      <w:tabs>
        <w:tab w:val="center" w:pos="4536"/>
        <w:tab w:val="right" w:pos="9072"/>
      </w:tabs>
      <w:spacing w:line="240" w:lineRule="auto"/>
    </w:pPr>
    <w:rPr>
      <w:rFonts w:cs="Mangal"/>
      <w:szCs w:val="21"/>
    </w:rPr>
  </w:style>
  <w:style w:type="character" w:customStyle="1" w:styleId="JalusMrk">
    <w:name w:val="Jalus Märk"/>
    <w:basedOn w:val="Liguvaikefont"/>
    <w:link w:val="Jalus"/>
    <w:uiPriority w:val="99"/>
    <w:locked/>
    <w:rsid w:val="007056E1"/>
    <w:rPr>
      <w:rFonts w:eastAsia="SimSun" w:cs="Mangal"/>
      <w:kern w:val="1"/>
      <w:sz w:val="21"/>
      <w:szCs w:val="21"/>
      <w:lang w:val="x-none" w:eastAsia="zh-CN" w:bidi="hi-IN"/>
    </w:rPr>
  </w:style>
  <w:style w:type="paragraph" w:customStyle="1" w:styleId="TableContents">
    <w:name w:val="Table Contents"/>
    <w:basedOn w:val="Normaallaad"/>
    <w:rsid w:val="00D40650"/>
    <w:pPr>
      <w:suppressLineNumbers/>
    </w:pPr>
  </w:style>
  <w:style w:type="paragraph" w:customStyle="1" w:styleId="TableHeading">
    <w:name w:val="Table Heading"/>
    <w:basedOn w:val="TableContents"/>
    <w:rsid w:val="00D40650"/>
    <w:pPr>
      <w:jc w:val="center"/>
    </w:pPr>
    <w:rPr>
      <w:b/>
      <w:bCs/>
    </w:rPr>
  </w:style>
  <w:style w:type="paragraph" w:styleId="Loend2">
    <w:name w:val="List 2"/>
    <w:basedOn w:val="Normaallaad"/>
    <w:uiPriority w:val="99"/>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Adressaat">
    <w:name w:val="Adressaat"/>
    <w:autoRedefine/>
    <w:qFormat/>
    <w:rsid w:val="00B957AF"/>
    <w:rPr>
      <w:rFonts w:eastAsia="SimSun"/>
      <w:kern w:val="1"/>
      <w:sz w:val="24"/>
      <w:szCs w:val="24"/>
      <w:lang w:eastAsia="zh-CN" w:bidi="hi-IN"/>
    </w:rPr>
  </w:style>
  <w:style w:type="paragraph" w:customStyle="1" w:styleId="Pealkiri10">
    <w:name w:val="Pealkiri1"/>
    <w:autoRedefine/>
    <w:qFormat/>
    <w:rsid w:val="00835858"/>
    <w:pPr>
      <w:spacing w:after="560"/>
    </w:pPr>
    <w:rPr>
      <w:rFonts w:eastAsia="SimSun"/>
      <w:b/>
      <w:kern w:val="1"/>
      <w:sz w:val="24"/>
      <w:szCs w:val="24"/>
      <w:lang w:eastAsia="zh-CN" w:bidi="hi-IN"/>
    </w:rPr>
  </w:style>
  <w:style w:type="paragraph" w:customStyle="1" w:styleId="Snum">
    <w:name w:val="Sõnum"/>
    <w:autoRedefine/>
    <w:qFormat/>
    <w:rsid w:val="00733A98"/>
    <w:pPr>
      <w:jc w:val="both"/>
    </w:pPr>
    <w:rPr>
      <w:rFonts w:eastAsia="SimSun" w:cs="Mangal"/>
      <w:kern w:val="1"/>
      <w:sz w:val="16"/>
      <w:szCs w:val="16"/>
      <w:lang w:eastAsia="zh-CN" w:bidi="hi-IN"/>
    </w:rPr>
  </w:style>
  <w:style w:type="paragraph" w:styleId="Jutumullitekst">
    <w:name w:val="Balloon Text"/>
    <w:basedOn w:val="Normaallaad"/>
    <w:link w:val="JutumullitekstMrk"/>
    <w:uiPriority w:val="99"/>
    <w:semiHidden/>
    <w:unhideWhenUsed/>
    <w:rsid w:val="006A01AC"/>
    <w:pPr>
      <w:spacing w:line="240" w:lineRule="auto"/>
    </w:pPr>
    <w:rPr>
      <w:rFonts w:ascii="Tahoma" w:hAnsi="Tahoma" w:cs="Mangal"/>
      <w:sz w:val="16"/>
      <w:szCs w:val="14"/>
    </w:rPr>
  </w:style>
  <w:style w:type="character" w:customStyle="1" w:styleId="JutumullitekstMrk">
    <w:name w:val="Jutumullitekst Märk"/>
    <w:basedOn w:val="Liguvaikefont"/>
    <w:link w:val="Jutumullitekst"/>
    <w:uiPriority w:val="99"/>
    <w:semiHidden/>
    <w:locked/>
    <w:rsid w:val="006A01AC"/>
    <w:rPr>
      <w:rFonts w:ascii="Tahoma" w:eastAsia="SimSun" w:hAnsi="Tahoma" w:cs="Mangal"/>
      <w:kern w:val="1"/>
      <w:sz w:val="14"/>
      <w:szCs w:val="14"/>
      <w:lang w:val="x-none" w:eastAsia="zh-CN" w:bidi="hi-IN"/>
    </w:rPr>
  </w:style>
  <w:style w:type="character" w:customStyle="1" w:styleId="notbold">
    <w:name w:val="notbold"/>
    <w:basedOn w:val="Liguvaikefont"/>
    <w:rsid w:val="009A1B7D"/>
    <w:rPr>
      <w:rFonts w:cs="Times New Roman"/>
    </w:rPr>
  </w:style>
  <w:style w:type="character" w:customStyle="1" w:styleId="apple-converted-space">
    <w:name w:val="apple-converted-space"/>
    <w:basedOn w:val="Liguvaikefont"/>
    <w:rsid w:val="009A1B7D"/>
    <w:rPr>
      <w:rFonts w:cs="Times New Roman"/>
    </w:rPr>
  </w:style>
  <w:style w:type="character" w:customStyle="1" w:styleId="xbe">
    <w:name w:val="_xbe"/>
    <w:basedOn w:val="Liguvaikefont"/>
    <w:rsid w:val="00E5099E"/>
    <w:rPr>
      <w:rFonts w:cs="Times New Roman"/>
    </w:rPr>
  </w:style>
  <w:style w:type="paragraph" w:styleId="Loendilik">
    <w:name w:val="List Paragraph"/>
    <w:basedOn w:val="Normaallaad"/>
    <w:uiPriority w:val="34"/>
    <w:qFormat/>
    <w:rsid w:val="005C7B7F"/>
    <w:pPr>
      <w:ind w:left="720"/>
      <w:contextualSpacing/>
    </w:pPr>
    <w:rPr>
      <w:rFonts w:cs="Mangal"/>
      <w:szCs w:val="21"/>
    </w:rPr>
  </w:style>
  <w:style w:type="paragraph" w:styleId="Normaallaadveeb">
    <w:name w:val="Normal (Web)"/>
    <w:basedOn w:val="Normaallaad"/>
    <w:uiPriority w:val="99"/>
    <w:rsid w:val="00A73F17"/>
    <w:pPr>
      <w:widowControl/>
      <w:suppressAutoHyphens w:val="0"/>
      <w:spacing w:before="100" w:beforeAutospacing="1" w:after="100" w:afterAutospacing="1" w:line="240" w:lineRule="auto"/>
      <w:jc w:val="left"/>
    </w:pPr>
    <w:rPr>
      <w:rFonts w:eastAsia="Times New Roman"/>
      <w:kern w:val="0"/>
      <w:lang w:eastAsia="et-EE" w:bidi="ar-SA"/>
    </w:rPr>
  </w:style>
  <w:style w:type="paragraph" w:styleId="Allmrkusetekst">
    <w:name w:val="footnote text"/>
    <w:basedOn w:val="Normaallaad"/>
    <w:link w:val="AllmrkusetekstMrk"/>
    <w:uiPriority w:val="99"/>
    <w:rsid w:val="006F4026"/>
    <w:pPr>
      <w:spacing w:line="240" w:lineRule="auto"/>
    </w:pPr>
    <w:rPr>
      <w:rFonts w:cs="Mangal"/>
      <w:sz w:val="20"/>
      <w:szCs w:val="18"/>
    </w:rPr>
  </w:style>
  <w:style w:type="character" w:customStyle="1" w:styleId="AllmrkusetekstMrk">
    <w:name w:val="Allmärkuse tekst Märk"/>
    <w:basedOn w:val="Liguvaikefont"/>
    <w:link w:val="Allmrkusetekst"/>
    <w:uiPriority w:val="99"/>
    <w:rsid w:val="006F4026"/>
    <w:rPr>
      <w:rFonts w:eastAsia="SimSun" w:cs="Mangal"/>
      <w:kern w:val="1"/>
      <w:szCs w:val="18"/>
      <w:lang w:eastAsia="zh-CN" w:bidi="hi-IN"/>
    </w:rPr>
  </w:style>
  <w:style w:type="character" w:styleId="Allmrkuseviide">
    <w:name w:val="footnote reference"/>
    <w:basedOn w:val="Liguvaikefont"/>
    <w:uiPriority w:val="99"/>
    <w:rsid w:val="006F4026"/>
    <w:rPr>
      <w:vertAlign w:val="superscript"/>
    </w:rPr>
  </w:style>
  <w:style w:type="character" w:customStyle="1" w:styleId="Pealkiri2Mrk">
    <w:name w:val="Pealkiri 2 Märk"/>
    <w:basedOn w:val="Liguvaikefont"/>
    <w:link w:val="Pealkiri2"/>
    <w:uiPriority w:val="9"/>
    <w:semiHidden/>
    <w:rsid w:val="00E65332"/>
    <w:rPr>
      <w:rFonts w:asciiTheme="majorHAnsi" w:eastAsiaTheme="majorEastAsia" w:hAnsiTheme="majorHAnsi" w:cs="Mangal"/>
      <w:color w:val="365F91" w:themeColor="accent1" w:themeShade="BF"/>
      <w:kern w:val="1"/>
      <w:sz w:val="26"/>
      <w:szCs w:val="23"/>
      <w:lang w:eastAsia="zh-CN" w:bidi="hi-IN"/>
    </w:rPr>
  </w:style>
  <w:style w:type="character" w:styleId="Tugev">
    <w:name w:val="Strong"/>
    <w:basedOn w:val="Liguvaikefont"/>
    <w:uiPriority w:val="22"/>
    <w:qFormat/>
    <w:rsid w:val="008D147B"/>
    <w:rPr>
      <w:b/>
      <w:bCs/>
    </w:rPr>
  </w:style>
  <w:style w:type="character" w:customStyle="1" w:styleId="break-word">
    <w:name w:val="break-word"/>
    <w:basedOn w:val="Liguvaikefont"/>
    <w:rsid w:val="00C10720"/>
  </w:style>
  <w:style w:type="paragraph" w:styleId="Vahedeta">
    <w:name w:val="No Spacing"/>
    <w:uiPriority w:val="1"/>
    <w:qFormat/>
    <w:rsid w:val="00C10720"/>
    <w:pPr>
      <w:widowControl w:val="0"/>
      <w:suppressAutoHyphens/>
      <w:jc w:val="both"/>
    </w:pPr>
    <w:rPr>
      <w:rFonts w:eastAsia="SimSun" w:cs="Mangal"/>
      <w:kern w:val="1"/>
      <w:sz w:val="24"/>
      <w:szCs w:val="21"/>
      <w:lang w:eastAsia="zh-CN" w:bidi="hi-IN"/>
    </w:rPr>
  </w:style>
  <w:style w:type="character" w:customStyle="1" w:styleId="ng-scope">
    <w:name w:val="ng-scope"/>
    <w:basedOn w:val="Liguvaikefont"/>
    <w:rsid w:val="007C7F49"/>
  </w:style>
  <w:style w:type="paragraph" w:customStyle="1" w:styleId="Default">
    <w:name w:val="Default"/>
    <w:rsid w:val="001704FA"/>
    <w:pPr>
      <w:autoSpaceDE w:val="0"/>
      <w:autoSpaceDN w:val="0"/>
      <w:adjustRightInd w:val="0"/>
    </w:pPr>
    <w:rPr>
      <w:color w:val="000000"/>
      <w:sz w:val="24"/>
      <w:szCs w:val="24"/>
    </w:rPr>
  </w:style>
  <w:style w:type="character" w:customStyle="1" w:styleId="Lahendamatamainimine1">
    <w:name w:val="Lahendamata mainimine1"/>
    <w:basedOn w:val="Liguvaikefont"/>
    <w:uiPriority w:val="99"/>
    <w:semiHidden/>
    <w:unhideWhenUsed/>
    <w:rsid w:val="002C315B"/>
    <w:rPr>
      <w:color w:val="605E5C"/>
      <w:shd w:val="clear" w:color="auto" w:fill="E1DFDD"/>
    </w:rPr>
  </w:style>
  <w:style w:type="character" w:styleId="Lahendamatamainimine">
    <w:name w:val="Unresolved Mention"/>
    <w:basedOn w:val="Liguvaikefont"/>
    <w:uiPriority w:val="99"/>
    <w:semiHidden/>
    <w:unhideWhenUsed/>
    <w:rsid w:val="006245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7526576">
      <w:bodyDiv w:val="1"/>
      <w:marLeft w:val="0"/>
      <w:marRight w:val="0"/>
      <w:marTop w:val="0"/>
      <w:marBottom w:val="0"/>
      <w:divBdr>
        <w:top w:val="none" w:sz="0" w:space="0" w:color="auto"/>
        <w:left w:val="none" w:sz="0" w:space="0" w:color="auto"/>
        <w:bottom w:val="none" w:sz="0" w:space="0" w:color="auto"/>
        <w:right w:val="none" w:sz="0" w:space="0" w:color="auto"/>
      </w:divBdr>
    </w:div>
    <w:div w:id="201137205">
      <w:bodyDiv w:val="1"/>
      <w:marLeft w:val="0"/>
      <w:marRight w:val="0"/>
      <w:marTop w:val="0"/>
      <w:marBottom w:val="0"/>
      <w:divBdr>
        <w:top w:val="none" w:sz="0" w:space="0" w:color="auto"/>
        <w:left w:val="none" w:sz="0" w:space="0" w:color="auto"/>
        <w:bottom w:val="none" w:sz="0" w:space="0" w:color="auto"/>
        <w:right w:val="none" w:sz="0" w:space="0" w:color="auto"/>
      </w:divBdr>
    </w:div>
    <w:div w:id="201216614">
      <w:bodyDiv w:val="1"/>
      <w:marLeft w:val="0"/>
      <w:marRight w:val="0"/>
      <w:marTop w:val="0"/>
      <w:marBottom w:val="0"/>
      <w:divBdr>
        <w:top w:val="none" w:sz="0" w:space="0" w:color="auto"/>
        <w:left w:val="none" w:sz="0" w:space="0" w:color="auto"/>
        <w:bottom w:val="none" w:sz="0" w:space="0" w:color="auto"/>
        <w:right w:val="none" w:sz="0" w:space="0" w:color="auto"/>
      </w:divBdr>
    </w:div>
    <w:div w:id="204878520">
      <w:bodyDiv w:val="1"/>
      <w:marLeft w:val="0"/>
      <w:marRight w:val="0"/>
      <w:marTop w:val="0"/>
      <w:marBottom w:val="0"/>
      <w:divBdr>
        <w:top w:val="none" w:sz="0" w:space="0" w:color="auto"/>
        <w:left w:val="none" w:sz="0" w:space="0" w:color="auto"/>
        <w:bottom w:val="none" w:sz="0" w:space="0" w:color="auto"/>
        <w:right w:val="none" w:sz="0" w:space="0" w:color="auto"/>
      </w:divBdr>
    </w:div>
    <w:div w:id="253435832">
      <w:bodyDiv w:val="1"/>
      <w:marLeft w:val="0"/>
      <w:marRight w:val="0"/>
      <w:marTop w:val="0"/>
      <w:marBottom w:val="0"/>
      <w:divBdr>
        <w:top w:val="none" w:sz="0" w:space="0" w:color="auto"/>
        <w:left w:val="none" w:sz="0" w:space="0" w:color="auto"/>
        <w:bottom w:val="none" w:sz="0" w:space="0" w:color="auto"/>
        <w:right w:val="none" w:sz="0" w:space="0" w:color="auto"/>
      </w:divBdr>
    </w:div>
    <w:div w:id="270281466">
      <w:bodyDiv w:val="1"/>
      <w:marLeft w:val="0"/>
      <w:marRight w:val="0"/>
      <w:marTop w:val="0"/>
      <w:marBottom w:val="0"/>
      <w:divBdr>
        <w:top w:val="none" w:sz="0" w:space="0" w:color="auto"/>
        <w:left w:val="none" w:sz="0" w:space="0" w:color="auto"/>
        <w:bottom w:val="none" w:sz="0" w:space="0" w:color="auto"/>
        <w:right w:val="none" w:sz="0" w:space="0" w:color="auto"/>
      </w:divBdr>
    </w:div>
    <w:div w:id="288977661">
      <w:bodyDiv w:val="1"/>
      <w:marLeft w:val="0"/>
      <w:marRight w:val="0"/>
      <w:marTop w:val="0"/>
      <w:marBottom w:val="0"/>
      <w:divBdr>
        <w:top w:val="none" w:sz="0" w:space="0" w:color="auto"/>
        <w:left w:val="none" w:sz="0" w:space="0" w:color="auto"/>
        <w:bottom w:val="none" w:sz="0" w:space="0" w:color="auto"/>
        <w:right w:val="none" w:sz="0" w:space="0" w:color="auto"/>
      </w:divBdr>
    </w:div>
    <w:div w:id="345988443">
      <w:marLeft w:val="0"/>
      <w:marRight w:val="0"/>
      <w:marTop w:val="0"/>
      <w:marBottom w:val="0"/>
      <w:divBdr>
        <w:top w:val="none" w:sz="0" w:space="0" w:color="auto"/>
        <w:left w:val="none" w:sz="0" w:space="0" w:color="auto"/>
        <w:bottom w:val="none" w:sz="0" w:space="0" w:color="auto"/>
        <w:right w:val="none" w:sz="0" w:space="0" w:color="auto"/>
      </w:divBdr>
    </w:div>
    <w:div w:id="345988444">
      <w:marLeft w:val="0"/>
      <w:marRight w:val="0"/>
      <w:marTop w:val="0"/>
      <w:marBottom w:val="0"/>
      <w:divBdr>
        <w:top w:val="none" w:sz="0" w:space="0" w:color="auto"/>
        <w:left w:val="none" w:sz="0" w:space="0" w:color="auto"/>
        <w:bottom w:val="none" w:sz="0" w:space="0" w:color="auto"/>
        <w:right w:val="none" w:sz="0" w:space="0" w:color="auto"/>
      </w:divBdr>
    </w:div>
    <w:div w:id="345988445">
      <w:marLeft w:val="0"/>
      <w:marRight w:val="0"/>
      <w:marTop w:val="0"/>
      <w:marBottom w:val="0"/>
      <w:divBdr>
        <w:top w:val="none" w:sz="0" w:space="0" w:color="auto"/>
        <w:left w:val="none" w:sz="0" w:space="0" w:color="auto"/>
        <w:bottom w:val="none" w:sz="0" w:space="0" w:color="auto"/>
        <w:right w:val="none" w:sz="0" w:space="0" w:color="auto"/>
      </w:divBdr>
    </w:div>
    <w:div w:id="345988446">
      <w:marLeft w:val="0"/>
      <w:marRight w:val="0"/>
      <w:marTop w:val="0"/>
      <w:marBottom w:val="0"/>
      <w:divBdr>
        <w:top w:val="none" w:sz="0" w:space="0" w:color="auto"/>
        <w:left w:val="none" w:sz="0" w:space="0" w:color="auto"/>
        <w:bottom w:val="none" w:sz="0" w:space="0" w:color="auto"/>
        <w:right w:val="none" w:sz="0" w:space="0" w:color="auto"/>
      </w:divBdr>
    </w:div>
    <w:div w:id="345988447">
      <w:marLeft w:val="0"/>
      <w:marRight w:val="0"/>
      <w:marTop w:val="0"/>
      <w:marBottom w:val="0"/>
      <w:divBdr>
        <w:top w:val="none" w:sz="0" w:space="0" w:color="auto"/>
        <w:left w:val="none" w:sz="0" w:space="0" w:color="auto"/>
        <w:bottom w:val="none" w:sz="0" w:space="0" w:color="auto"/>
        <w:right w:val="none" w:sz="0" w:space="0" w:color="auto"/>
      </w:divBdr>
    </w:div>
    <w:div w:id="345988448">
      <w:marLeft w:val="0"/>
      <w:marRight w:val="0"/>
      <w:marTop w:val="0"/>
      <w:marBottom w:val="0"/>
      <w:divBdr>
        <w:top w:val="none" w:sz="0" w:space="0" w:color="auto"/>
        <w:left w:val="none" w:sz="0" w:space="0" w:color="auto"/>
        <w:bottom w:val="none" w:sz="0" w:space="0" w:color="auto"/>
        <w:right w:val="none" w:sz="0" w:space="0" w:color="auto"/>
      </w:divBdr>
    </w:div>
    <w:div w:id="345988449">
      <w:marLeft w:val="0"/>
      <w:marRight w:val="0"/>
      <w:marTop w:val="0"/>
      <w:marBottom w:val="0"/>
      <w:divBdr>
        <w:top w:val="none" w:sz="0" w:space="0" w:color="auto"/>
        <w:left w:val="none" w:sz="0" w:space="0" w:color="auto"/>
        <w:bottom w:val="none" w:sz="0" w:space="0" w:color="auto"/>
        <w:right w:val="none" w:sz="0" w:space="0" w:color="auto"/>
      </w:divBdr>
    </w:div>
    <w:div w:id="345988450">
      <w:marLeft w:val="0"/>
      <w:marRight w:val="0"/>
      <w:marTop w:val="0"/>
      <w:marBottom w:val="0"/>
      <w:divBdr>
        <w:top w:val="none" w:sz="0" w:space="0" w:color="auto"/>
        <w:left w:val="none" w:sz="0" w:space="0" w:color="auto"/>
        <w:bottom w:val="none" w:sz="0" w:space="0" w:color="auto"/>
        <w:right w:val="none" w:sz="0" w:space="0" w:color="auto"/>
      </w:divBdr>
    </w:div>
    <w:div w:id="345988451">
      <w:marLeft w:val="0"/>
      <w:marRight w:val="0"/>
      <w:marTop w:val="0"/>
      <w:marBottom w:val="0"/>
      <w:divBdr>
        <w:top w:val="none" w:sz="0" w:space="0" w:color="auto"/>
        <w:left w:val="none" w:sz="0" w:space="0" w:color="auto"/>
        <w:bottom w:val="none" w:sz="0" w:space="0" w:color="auto"/>
        <w:right w:val="none" w:sz="0" w:space="0" w:color="auto"/>
      </w:divBdr>
    </w:div>
    <w:div w:id="345988452">
      <w:marLeft w:val="0"/>
      <w:marRight w:val="0"/>
      <w:marTop w:val="0"/>
      <w:marBottom w:val="0"/>
      <w:divBdr>
        <w:top w:val="none" w:sz="0" w:space="0" w:color="auto"/>
        <w:left w:val="none" w:sz="0" w:space="0" w:color="auto"/>
        <w:bottom w:val="none" w:sz="0" w:space="0" w:color="auto"/>
        <w:right w:val="none" w:sz="0" w:space="0" w:color="auto"/>
      </w:divBdr>
    </w:div>
    <w:div w:id="367145748">
      <w:bodyDiv w:val="1"/>
      <w:marLeft w:val="0"/>
      <w:marRight w:val="0"/>
      <w:marTop w:val="0"/>
      <w:marBottom w:val="0"/>
      <w:divBdr>
        <w:top w:val="none" w:sz="0" w:space="0" w:color="auto"/>
        <w:left w:val="none" w:sz="0" w:space="0" w:color="auto"/>
        <w:bottom w:val="none" w:sz="0" w:space="0" w:color="auto"/>
        <w:right w:val="none" w:sz="0" w:space="0" w:color="auto"/>
      </w:divBdr>
    </w:div>
    <w:div w:id="378014185">
      <w:bodyDiv w:val="1"/>
      <w:marLeft w:val="0"/>
      <w:marRight w:val="0"/>
      <w:marTop w:val="0"/>
      <w:marBottom w:val="0"/>
      <w:divBdr>
        <w:top w:val="none" w:sz="0" w:space="0" w:color="auto"/>
        <w:left w:val="none" w:sz="0" w:space="0" w:color="auto"/>
        <w:bottom w:val="none" w:sz="0" w:space="0" w:color="auto"/>
        <w:right w:val="none" w:sz="0" w:space="0" w:color="auto"/>
      </w:divBdr>
    </w:div>
    <w:div w:id="417866165">
      <w:bodyDiv w:val="1"/>
      <w:marLeft w:val="0"/>
      <w:marRight w:val="0"/>
      <w:marTop w:val="0"/>
      <w:marBottom w:val="0"/>
      <w:divBdr>
        <w:top w:val="none" w:sz="0" w:space="0" w:color="auto"/>
        <w:left w:val="none" w:sz="0" w:space="0" w:color="auto"/>
        <w:bottom w:val="none" w:sz="0" w:space="0" w:color="auto"/>
        <w:right w:val="none" w:sz="0" w:space="0" w:color="auto"/>
      </w:divBdr>
    </w:div>
    <w:div w:id="551887146">
      <w:bodyDiv w:val="1"/>
      <w:marLeft w:val="0"/>
      <w:marRight w:val="0"/>
      <w:marTop w:val="0"/>
      <w:marBottom w:val="0"/>
      <w:divBdr>
        <w:top w:val="none" w:sz="0" w:space="0" w:color="auto"/>
        <w:left w:val="none" w:sz="0" w:space="0" w:color="auto"/>
        <w:bottom w:val="none" w:sz="0" w:space="0" w:color="auto"/>
        <w:right w:val="none" w:sz="0" w:space="0" w:color="auto"/>
      </w:divBdr>
    </w:div>
    <w:div w:id="591402126">
      <w:bodyDiv w:val="1"/>
      <w:marLeft w:val="0"/>
      <w:marRight w:val="0"/>
      <w:marTop w:val="0"/>
      <w:marBottom w:val="0"/>
      <w:divBdr>
        <w:top w:val="none" w:sz="0" w:space="0" w:color="auto"/>
        <w:left w:val="none" w:sz="0" w:space="0" w:color="auto"/>
        <w:bottom w:val="none" w:sz="0" w:space="0" w:color="auto"/>
        <w:right w:val="none" w:sz="0" w:space="0" w:color="auto"/>
      </w:divBdr>
    </w:div>
    <w:div w:id="805582498">
      <w:bodyDiv w:val="1"/>
      <w:marLeft w:val="0"/>
      <w:marRight w:val="0"/>
      <w:marTop w:val="0"/>
      <w:marBottom w:val="0"/>
      <w:divBdr>
        <w:top w:val="none" w:sz="0" w:space="0" w:color="auto"/>
        <w:left w:val="none" w:sz="0" w:space="0" w:color="auto"/>
        <w:bottom w:val="none" w:sz="0" w:space="0" w:color="auto"/>
        <w:right w:val="none" w:sz="0" w:space="0" w:color="auto"/>
      </w:divBdr>
    </w:div>
    <w:div w:id="889150124">
      <w:bodyDiv w:val="1"/>
      <w:marLeft w:val="0"/>
      <w:marRight w:val="0"/>
      <w:marTop w:val="0"/>
      <w:marBottom w:val="0"/>
      <w:divBdr>
        <w:top w:val="none" w:sz="0" w:space="0" w:color="auto"/>
        <w:left w:val="none" w:sz="0" w:space="0" w:color="auto"/>
        <w:bottom w:val="none" w:sz="0" w:space="0" w:color="auto"/>
        <w:right w:val="none" w:sz="0" w:space="0" w:color="auto"/>
      </w:divBdr>
    </w:div>
    <w:div w:id="911546774">
      <w:bodyDiv w:val="1"/>
      <w:marLeft w:val="0"/>
      <w:marRight w:val="0"/>
      <w:marTop w:val="0"/>
      <w:marBottom w:val="0"/>
      <w:divBdr>
        <w:top w:val="none" w:sz="0" w:space="0" w:color="auto"/>
        <w:left w:val="none" w:sz="0" w:space="0" w:color="auto"/>
        <w:bottom w:val="none" w:sz="0" w:space="0" w:color="auto"/>
        <w:right w:val="none" w:sz="0" w:space="0" w:color="auto"/>
      </w:divBdr>
    </w:div>
    <w:div w:id="994337555">
      <w:bodyDiv w:val="1"/>
      <w:marLeft w:val="0"/>
      <w:marRight w:val="0"/>
      <w:marTop w:val="0"/>
      <w:marBottom w:val="0"/>
      <w:divBdr>
        <w:top w:val="none" w:sz="0" w:space="0" w:color="auto"/>
        <w:left w:val="none" w:sz="0" w:space="0" w:color="auto"/>
        <w:bottom w:val="none" w:sz="0" w:space="0" w:color="auto"/>
        <w:right w:val="none" w:sz="0" w:space="0" w:color="auto"/>
      </w:divBdr>
    </w:div>
    <w:div w:id="1026636562">
      <w:bodyDiv w:val="1"/>
      <w:marLeft w:val="0"/>
      <w:marRight w:val="0"/>
      <w:marTop w:val="0"/>
      <w:marBottom w:val="0"/>
      <w:divBdr>
        <w:top w:val="none" w:sz="0" w:space="0" w:color="auto"/>
        <w:left w:val="none" w:sz="0" w:space="0" w:color="auto"/>
        <w:bottom w:val="none" w:sz="0" w:space="0" w:color="auto"/>
        <w:right w:val="none" w:sz="0" w:space="0" w:color="auto"/>
      </w:divBdr>
    </w:div>
    <w:div w:id="1057049988">
      <w:bodyDiv w:val="1"/>
      <w:marLeft w:val="0"/>
      <w:marRight w:val="0"/>
      <w:marTop w:val="0"/>
      <w:marBottom w:val="0"/>
      <w:divBdr>
        <w:top w:val="none" w:sz="0" w:space="0" w:color="auto"/>
        <w:left w:val="none" w:sz="0" w:space="0" w:color="auto"/>
        <w:bottom w:val="none" w:sz="0" w:space="0" w:color="auto"/>
        <w:right w:val="none" w:sz="0" w:space="0" w:color="auto"/>
      </w:divBdr>
    </w:div>
    <w:div w:id="1130856086">
      <w:bodyDiv w:val="1"/>
      <w:marLeft w:val="0"/>
      <w:marRight w:val="0"/>
      <w:marTop w:val="0"/>
      <w:marBottom w:val="0"/>
      <w:divBdr>
        <w:top w:val="none" w:sz="0" w:space="0" w:color="auto"/>
        <w:left w:val="none" w:sz="0" w:space="0" w:color="auto"/>
        <w:bottom w:val="none" w:sz="0" w:space="0" w:color="auto"/>
        <w:right w:val="none" w:sz="0" w:space="0" w:color="auto"/>
      </w:divBdr>
    </w:div>
    <w:div w:id="1164129193">
      <w:bodyDiv w:val="1"/>
      <w:marLeft w:val="0"/>
      <w:marRight w:val="0"/>
      <w:marTop w:val="0"/>
      <w:marBottom w:val="0"/>
      <w:divBdr>
        <w:top w:val="none" w:sz="0" w:space="0" w:color="auto"/>
        <w:left w:val="none" w:sz="0" w:space="0" w:color="auto"/>
        <w:bottom w:val="none" w:sz="0" w:space="0" w:color="auto"/>
        <w:right w:val="none" w:sz="0" w:space="0" w:color="auto"/>
      </w:divBdr>
    </w:div>
    <w:div w:id="1360660952">
      <w:bodyDiv w:val="1"/>
      <w:marLeft w:val="0"/>
      <w:marRight w:val="0"/>
      <w:marTop w:val="0"/>
      <w:marBottom w:val="0"/>
      <w:divBdr>
        <w:top w:val="none" w:sz="0" w:space="0" w:color="auto"/>
        <w:left w:val="none" w:sz="0" w:space="0" w:color="auto"/>
        <w:bottom w:val="none" w:sz="0" w:space="0" w:color="auto"/>
        <w:right w:val="none" w:sz="0" w:space="0" w:color="auto"/>
      </w:divBdr>
    </w:div>
    <w:div w:id="1401177493">
      <w:bodyDiv w:val="1"/>
      <w:marLeft w:val="0"/>
      <w:marRight w:val="0"/>
      <w:marTop w:val="0"/>
      <w:marBottom w:val="0"/>
      <w:divBdr>
        <w:top w:val="none" w:sz="0" w:space="0" w:color="auto"/>
        <w:left w:val="none" w:sz="0" w:space="0" w:color="auto"/>
        <w:bottom w:val="none" w:sz="0" w:space="0" w:color="auto"/>
        <w:right w:val="none" w:sz="0" w:space="0" w:color="auto"/>
      </w:divBdr>
    </w:div>
    <w:div w:id="1416437934">
      <w:bodyDiv w:val="1"/>
      <w:marLeft w:val="0"/>
      <w:marRight w:val="0"/>
      <w:marTop w:val="0"/>
      <w:marBottom w:val="0"/>
      <w:divBdr>
        <w:top w:val="none" w:sz="0" w:space="0" w:color="auto"/>
        <w:left w:val="none" w:sz="0" w:space="0" w:color="auto"/>
        <w:bottom w:val="none" w:sz="0" w:space="0" w:color="auto"/>
        <w:right w:val="none" w:sz="0" w:space="0" w:color="auto"/>
      </w:divBdr>
    </w:div>
    <w:div w:id="1570921530">
      <w:bodyDiv w:val="1"/>
      <w:marLeft w:val="0"/>
      <w:marRight w:val="0"/>
      <w:marTop w:val="0"/>
      <w:marBottom w:val="0"/>
      <w:divBdr>
        <w:top w:val="none" w:sz="0" w:space="0" w:color="auto"/>
        <w:left w:val="none" w:sz="0" w:space="0" w:color="auto"/>
        <w:bottom w:val="none" w:sz="0" w:space="0" w:color="auto"/>
        <w:right w:val="none" w:sz="0" w:space="0" w:color="auto"/>
      </w:divBdr>
    </w:div>
    <w:div w:id="1578173965">
      <w:bodyDiv w:val="1"/>
      <w:marLeft w:val="0"/>
      <w:marRight w:val="0"/>
      <w:marTop w:val="0"/>
      <w:marBottom w:val="0"/>
      <w:divBdr>
        <w:top w:val="none" w:sz="0" w:space="0" w:color="auto"/>
        <w:left w:val="none" w:sz="0" w:space="0" w:color="auto"/>
        <w:bottom w:val="none" w:sz="0" w:space="0" w:color="auto"/>
        <w:right w:val="none" w:sz="0" w:space="0" w:color="auto"/>
      </w:divBdr>
    </w:div>
    <w:div w:id="1656032751">
      <w:bodyDiv w:val="1"/>
      <w:marLeft w:val="0"/>
      <w:marRight w:val="0"/>
      <w:marTop w:val="0"/>
      <w:marBottom w:val="0"/>
      <w:divBdr>
        <w:top w:val="none" w:sz="0" w:space="0" w:color="auto"/>
        <w:left w:val="none" w:sz="0" w:space="0" w:color="auto"/>
        <w:bottom w:val="none" w:sz="0" w:space="0" w:color="auto"/>
        <w:right w:val="none" w:sz="0" w:space="0" w:color="auto"/>
      </w:divBdr>
    </w:div>
    <w:div w:id="1698114615">
      <w:bodyDiv w:val="1"/>
      <w:marLeft w:val="0"/>
      <w:marRight w:val="0"/>
      <w:marTop w:val="0"/>
      <w:marBottom w:val="0"/>
      <w:divBdr>
        <w:top w:val="none" w:sz="0" w:space="0" w:color="auto"/>
        <w:left w:val="none" w:sz="0" w:space="0" w:color="auto"/>
        <w:bottom w:val="none" w:sz="0" w:space="0" w:color="auto"/>
        <w:right w:val="none" w:sz="0" w:space="0" w:color="auto"/>
      </w:divBdr>
    </w:div>
    <w:div w:id="1789427143">
      <w:bodyDiv w:val="1"/>
      <w:marLeft w:val="0"/>
      <w:marRight w:val="0"/>
      <w:marTop w:val="0"/>
      <w:marBottom w:val="0"/>
      <w:divBdr>
        <w:top w:val="none" w:sz="0" w:space="0" w:color="auto"/>
        <w:left w:val="none" w:sz="0" w:space="0" w:color="auto"/>
        <w:bottom w:val="none" w:sz="0" w:space="0" w:color="auto"/>
        <w:right w:val="none" w:sz="0" w:space="0" w:color="auto"/>
      </w:divBdr>
    </w:div>
    <w:div w:id="1955332604">
      <w:bodyDiv w:val="1"/>
      <w:marLeft w:val="0"/>
      <w:marRight w:val="0"/>
      <w:marTop w:val="0"/>
      <w:marBottom w:val="0"/>
      <w:divBdr>
        <w:top w:val="none" w:sz="0" w:space="0" w:color="auto"/>
        <w:left w:val="none" w:sz="0" w:space="0" w:color="auto"/>
        <w:bottom w:val="none" w:sz="0" w:space="0" w:color="auto"/>
        <w:right w:val="none" w:sz="0" w:space="0" w:color="auto"/>
      </w:divBdr>
    </w:div>
    <w:div w:id="2015641993">
      <w:bodyDiv w:val="1"/>
      <w:marLeft w:val="0"/>
      <w:marRight w:val="0"/>
      <w:marTop w:val="0"/>
      <w:marBottom w:val="0"/>
      <w:divBdr>
        <w:top w:val="none" w:sz="0" w:space="0" w:color="auto"/>
        <w:left w:val="none" w:sz="0" w:space="0" w:color="auto"/>
        <w:bottom w:val="none" w:sz="0" w:space="0" w:color="auto"/>
        <w:right w:val="none" w:sz="0" w:space="0" w:color="auto"/>
      </w:divBdr>
    </w:div>
    <w:div w:id="2074622455">
      <w:bodyDiv w:val="1"/>
      <w:marLeft w:val="0"/>
      <w:marRight w:val="0"/>
      <w:marTop w:val="0"/>
      <w:marBottom w:val="0"/>
      <w:divBdr>
        <w:top w:val="none" w:sz="0" w:space="0" w:color="auto"/>
        <w:left w:val="none" w:sz="0" w:space="0" w:color="auto"/>
        <w:bottom w:val="none" w:sz="0" w:space="0" w:color="auto"/>
        <w:right w:val="none" w:sz="0" w:space="0" w:color="auto"/>
      </w:divBdr>
    </w:div>
    <w:div w:id="2098280792">
      <w:bodyDiv w:val="1"/>
      <w:marLeft w:val="0"/>
      <w:marRight w:val="0"/>
      <w:marTop w:val="0"/>
      <w:marBottom w:val="0"/>
      <w:divBdr>
        <w:top w:val="none" w:sz="0" w:space="0" w:color="auto"/>
        <w:left w:val="none" w:sz="0" w:space="0" w:color="auto"/>
        <w:bottom w:val="none" w:sz="0" w:space="0" w:color="auto"/>
        <w:right w:val="none" w:sz="0" w:space="0" w:color="auto"/>
      </w:divBdr>
    </w:div>
    <w:div w:id="2099018664">
      <w:bodyDiv w:val="1"/>
      <w:marLeft w:val="0"/>
      <w:marRight w:val="0"/>
      <w:marTop w:val="0"/>
      <w:marBottom w:val="0"/>
      <w:divBdr>
        <w:top w:val="none" w:sz="0" w:space="0" w:color="auto"/>
        <w:left w:val="none" w:sz="0" w:space="0" w:color="auto"/>
        <w:bottom w:val="none" w:sz="0" w:space="0" w:color="auto"/>
        <w:right w:val="none" w:sz="0" w:space="0" w:color="auto"/>
      </w:divBdr>
    </w:div>
    <w:div w:id="2142725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mari-ann.sinimaa@fin.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oivo.kattai@pehmesisustus.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lindante.ee"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tiina.suld@rkik.ee" TargetMode="External"/><Relationship Id="rId4" Type="http://schemas.openxmlformats.org/officeDocument/2006/relationships/settings" Target="settings.xml"/><Relationship Id="rId9" Type="http://schemas.openxmlformats.org/officeDocument/2006/relationships/hyperlink" Target="mailto:info@rkik.ee"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GertU\Desktop\Uued%20veebi\kirjap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37AFF31D-EEC6-40BD-AD91-7FB40D650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kirjaplank.dotx</Template>
  <TotalTime>22</TotalTime>
  <Pages>1</Pages>
  <Words>219</Words>
  <Characters>2041</Characters>
  <Application>Microsoft Office Word</Application>
  <DocSecurity>0</DocSecurity>
  <Lines>17</Lines>
  <Paragraphs>4</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Riigikantselei</Company>
  <LinksUpToDate>false</LinksUpToDate>
  <CharactersWithSpaces>2256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Ulvi.Reimets@fin.ee</dc:creator>
  <cp:keywords/>
  <dc:description/>
  <cp:lastModifiedBy>Angelika Timusk</cp:lastModifiedBy>
  <cp:revision>8</cp:revision>
  <cp:lastPrinted>2022-07-29T08:42:00Z</cp:lastPrinted>
  <dcterms:created xsi:type="dcterms:W3CDTF">2024-08-02T11:22:00Z</dcterms:created>
  <dcterms:modified xsi:type="dcterms:W3CDTF">2024-08-05T09:54:00Z</dcterms:modified>
</cp:coreProperties>
</file>